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34" w:rsidRPr="00EB5585" w:rsidRDefault="00D13534" w:rsidP="00AB6AB6">
      <w:pPr>
        <w:spacing w:line="240" w:lineRule="exact"/>
        <w:jc w:val="right"/>
        <w:rPr>
          <w:b/>
          <w:sz w:val="32"/>
          <w:szCs w:val="32"/>
        </w:rPr>
      </w:pPr>
      <w:r w:rsidRPr="00EB5585">
        <w:rPr>
          <w:b/>
          <w:sz w:val="32"/>
          <w:szCs w:val="32"/>
        </w:rPr>
        <w:t>ELECTROCHEMISTRY</w:t>
      </w:r>
    </w:p>
    <w:p w:rsidR="00D13534" w:rsidRPr="00EB5585" w:rsidRDefault="00D13534" w:rsidP="00AB6AB6">
      <w:pPr>
        <w:spacing w:line="240" w:lineRule="exact"/>
        <w:jc w:val="right"/>
        <w:rPr>
          <w:sz w:val="24"/>
          <w:szCs w:val="24"/>
        </w:rPr>
      </w:pPr>
      <w:r w:rsidRPr="00EB5585">
        <w:rPr>
          <w:sz w:val="24"/>
          <w:szCs w:val="24"/>
        </w:rPr>
        <w:t>SCH 4U</w:t>
      </w:r>
    </w:p>
    <w:p w:rsidR="00D13534" w:rsidRPr="00EB5585" w:rsidRDefault="00D13534" w:rsidP="00C158D3">
      <w:pPr>
        <w:spacing w:line="240" w:lineRule="exact"/>
        <w:jc w:val="right"/>
        <w:rPr>
          <w:sz w:val="28"/>
          <w:szCs w:val="28"/>
        </w:rPr>
      </w:pPr>
      <w:r w:rsidRPr="00EB5585">
        <w:rPr>
          <w:sz w:val="24"/>
          <w:szCs w:val="24"/>
        </w:rPr>
        <w:t>Unit Test</w:t>
      </w:r>
    </w:p>
    <w:p w:rsidR="00D13534" w:rsidRPr="00EB5585" w:rsidRDefault="00D13534" w:rsidP="00AB6AB6">
      <w:pPr>
        <w:spacing w:line="240" w:lineRule="auto"/>
        <w:rPr>
          <w:b/>
          <w:sz w:val="28"/>
          <w:szCs w:val="28"/>
        </w:rPr>
      </w:pPr>
      <w:r w:rsidRPr="00EB5585">
        <w:rPr>
          <w:b/>
          <w:sz w:val="28"/>
          <w:szCs w:val="28"/>
        </w:rPr>
        <w:t xml:space="preserve">Name:  ___________________________________                         </w:t>
      </w:r>
      <w:r w:rsidRPr="00EB5585">
        <w:rPr>
          <w:b/>
          <w:sz w:val="28"/>
        </w:rPr>
        <w:t>TOTAL     / 40</w:t>
      </w:r>
    </w:p>
    <w:p w:rsidR="00D13534" w:rsidRPr="00EB5585" w:rsidRDefault="00D13534" w:rsidP="00AB6AB6">
      <w:pPr>
        <w:spacing w:line="240" w:lineRule="auto"/>
        <w:rPr>
          <w:b/>
          <w:sz w:val="28"/>
          <w:szCs w:val="28"/>
        </w:rPr>
      </w:pPr>
    </w:p>
    <w:tbl>
      <w:tblPr>
        <w:tblW w:w="10414" w:type="dxa"/>
        <w:jc w:val="center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2"/>
        <w:gridCol w:w="2083"/>
        <w:gridCol w:w="2083"/>
        <w:gridCol w:w="2083"/>
        <w:gridCol w:w="2083"/>
      </w:tblGrid>
      <w:tr w:rsidR="00D13534" w:rsidRPr="00EB5585" w:rsidTr="00F7640F">
        <w:trPr>
          <w:jc w:val="center"/>
        </w:trPr>
        <w:tc>
          <w:tcPr>
            <w:tcW w:w="2082" w:type="dxa"/>
            <w:shd w:val="clear" w:color="auto" w:fill="000000"/>
            <w:vAlign w:val="center"/>
          </w:tcPr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Knowledge/</w:t>
            </w:r>
          </w:p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Understanding</w:t>
            </w:r>
          </w:p>
        </w:tc>
        <w:tc>
          <w:tcPr>
            <w:tcW w:w="2083" w:type="dxa"/>
            <w:shd w:val="clear" w:color="auto" w:fill="000000"/>
            <w:vAlign w:val="center"/>
          </w:tcPr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Thinking/</w:t>
            </w:r>
          </w:p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Investigation</w:t>
            </w:r>
          </w:p>
        </w:tc>
        <w:tc>
          <w:tcPr>
            <w:tcW w:w="2083" w:type="dxa"/>
            <w:shd w:val="clear" w:color="auto" w:fill="000000"/>
            <w:vAlign w:val="center"/>
          </w:tcPr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Communication</w:t>
            </w:r>
          </w:p>
        </w:tc>
        <w:tc>
          <w:tcPr>
            <w:tcW w:w="2083" w:type="dxa"/>
            <w:shd w:val="clear" w:color="auto" w:fill="000000"/>
            <w:vAlign w:val="center"/>
          </w:tcPr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Application</w:t>
            </w:r>
          </w:p>
        </w:tc>
        <w:tc>
          <w:tcPr>
            <w:tcW w:w="2083" w:type="dxa"/>
            <w:shd w:val="clear" w:color="auto" w:fill="000000"/>
            <w:vAlign w:val="center"/>
          </w:tcPr>
          <w:p w:rsidR="00D13534" w:rsidRPr="00EB5585" w:rsidRDefault="00D13534" w:rsidP="0011097F">
            <w:pPr>
              <w:jc w:val="center"/>
              <w:rPr>
                <w:rFonts w:cs="Tahoma"/>
                <w:b/>
                <w:color w:val="FFFFFF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b/>
                <w:color w:val="FFFFFF"/>
                <w:sz w:val="28"/>
                <w:szCs w:val="28"/>
                <w:lang w:val="en-US"/>
              </w:rPr>
              <w:t>TOTAL</w:t>
            </w:r>
          </w:p>
        </w:tc>
      </w:tr>
      <w:tr w:rsidR="00D13534" w:rsidRPr="00EB5585" w:rsidTr="00C158D3">
        <w:trPr>
          <w:trHeight w:val="644"/>
          <w:jc w:val="center"/>
        </w:trPr>
        <w:tc>
          <w:tcPr>
            <w:tcW w:w="2082" w:type="dxa"/>
          </w:tcPr>
          <w:p w:rsidR="00D13534" w:rsidRPr="00EB5585" w:rsidRDefault="00D13534" w:rsidP="00C158D3">
            <w:pPr>
              <w:rPr>
                <w:rFonts w:cs="Tahoma"/>
                <w:sz w:val="28"/>
                <w:szCs w:val="28"/>
                <w:lang w:val="en-US"/>
              </w:rPr>
            </w:pPr>
          </w:p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sz w:val="28"/>
                <w:szCs w:val="28"/>
                <w:lang w:val="en-US"/>
              </w:rPr>
              <w:t>/10</w:t>
            </w:r>
          </w:p>
        </w:tc>
        <w:tc>
          <w:tcPr>
            <w:tcW w:w="2083" w:type="dxa"/>
          </w:tcPr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</w:p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sz w:val="28"/>
                <w:szCs w:val="28"/>
                <w:lang w:val="en-US"/>
              </w:rPr>
              <w:t>/10</w:t>
            </w:r>
          </w:p>
        </w:tc>
        <w:tc>
          <w:tcPr>
            <w:tcW w:w="2083" w:type="dxa"/>
          </w:tcPr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</w:p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sz w:val="28"/>
                <w:szCs w:val="28"/>
                <w:lang w:val="en-US"/>
              </w:rPr>
              <w:t>/10</w:t>
            </w:r>
          </w:p>
        </w:tc>
        <w:tc>
          <w:tcPr>
            <w:tcW w:w="2083" w:type="dxa"/>
          </w:tcPr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</w:p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sz w:val="28"/>
                <w:szCs w:val="28"/>
                <w:lang w:val="en-US"/>
              </w:rPr>
              <w:t>/10</w:t>
            </w:r>
          </w:p>
        </w:tc>
        <w:tc>
          <w:tcPr>
            <w:tcW w:w="2083" w:type="dxa"/>
          </w:tcPr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</w:p>
          <w:p w:rsidR="00D13534" w:rsidRPr="00EB5585" w:rsidRDefault="00D13534" w:rsidP="0011097F">
            <w:pPr>
              <w:jc w:val="right"/>
              <w:rPr>
                <w:rFonts w:cs="Tahoma"/>
                <w:sz w:val="28"/>
                <w:szCs w:val="28"/>
                <w:lang w:val="en-US"/>
              </w:rPr>
            </w:pPr>
            <w:r w:rsidRPr="00EB5585">
              <w:rPr>
                <w:rFonts w:cs="Tahoma"/>
                <w:sz w:val="28"/>
                <w:szCs w:val="28"/>
                <w:lang w:val="en-US"/>
              </w:rPr>
              <w:t>/40</w:t>
            </w:r>
          </w:p>
        </w:tc>
      </w:tr>
    </w:tbl>
    <w:p w:rsidR="00D13534" w:rsidRPr="00EB5585" w:rsidRDefault="00D13534" w:rsidP="00AB6AB6"/>
    <w:p w:rsidR="00D13534" w:rsidRPr="00EB5585" w:rsidRDefault="00D13534" w:rsidP="009D5582">
      <w:pPr>
        <w:ind w:left="720"/>
        <w:rPr>
          <w:sz w:val="28"/>
          <w:szCs w:val="28"/>
        </w:rPr>
      </w:pPr>
      <w:r w:rsidRPr="00EB5585">
        <w:rPr>
          <w:sz w:val="28"/>
          <w:szCs w:val="28"/>
        </w:rPr>
        <w:t>This summative has 22 questions that cover all four categories of the Achievement Chart.  You have 75 minutes to complete it.</w:t>
      </w:r>
    </w:p>
    <w:p w:rsidR="00D13534" w:rsidRPr="00EB5585" w:rsidRDefault="00D13534" w:rsidP="00C158D3">
      <w:pPr>
        <w:ind w:left="720"/>
        <w:rPr>
          <w:b/>
          <w:sz w:val="28"/>
          <w:szCs w:val="28"/>
        </w:rPr>
      </w:pPr>
      <w:r w:rsidRPr="00EB5585">
        <w:rPr>
          <w:sz w:val="28"/>
          <w:szCs w:val="28"/>
        </w:rPr>
        <w:t xml:space="preserve">The following timeline is a guideline you can use to help you successfully complete this test.  </w:t>
      </w:r>
      <w:r w:rsidRPr="00EB5585">
        <w:rPr>
          <w:b/>
          <w:sz w:val="28"/>
          <w:szCs w:val="28"/>
        </w:rPr>
        <w:t>GOOD LUCK!</w:t>
      </w:r>
    </w:p>
    <w:p w:rsidR="00D13534" w:rsidRPr="00EB5585" w:rsidRDefault="00D13534" w:rsidP="00C158D3">
      <w:pPr>
        <w:ind w:left="720"/>
        <w:rPr>
          <w:sz w:val="28"/>
          <w:szCs w:val="28"/>
        </w:rPr>
      </w:pPr>
    </w:p>
    <w:p w:rsidR="00D13534" w:rsidRPr="00EB5585" w:rsidRDefault="00D13534" w:rsidP="002F399B">
      <w:pPr>
        <w:ind w:left="2847" w:hanging="1407"/>
        <w:rPr>
          <w:sz w:val="28"/>
          <w:szCs w:val="28"/>
        </w:rPr>
      </w:pPr>
      <w:r w:rsidRPr="00EB5585">
        <w:rPr>
          <w:b/>
          <w:sz w:val="28"/>
          <w:szCs w:val="28"/>
        </w:rPr>
        <w:t>2min</w:t>
      </w:r>
      <w:r w:rsidRPr="00EB5585">
        <w:rPr>
          <w:b/>
          <w:sz w:val="28"/>
          <w:szCs w:val="28"/>
        </w:rPr>
        <w:tab/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</w:rPr>
        <w:t xml:space="preserve">Quickly review the test and jot down any necessary notes if you need to </w:t>
      </w:r>
    </w:p>
    <w:p w:rsidR="00D13534" w:rsidRPr="00EB5585" w:rsidRDefault="00D13534" w:rsidP="002F399B">
      <w:pPr>
        <w:ind w:left="2847" w:hanging="1407"/>
        <w:rPr>
          <w:b/>
          <w:sz w:val="28"/>
          <w:szCs w:val="28"/>
        </w:rPr>
      </w:pPr>
      <w:r w:rsidRPr="00EB5585">
        <w:rPr>
          <w:b/>
          <w:sz w:val="28"/>
          <w:szCs w:val="28"/>
        </w:rPr>
        <w:t>25min</w:t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  <w:u w:val="single"/>
        </w:rPr>
        <w:t>KNOWLEDGE and UNDERSTANDING</w:t>
      </w:r>
    </w:p>
    <w:p w:rsidR="00D13534" w:rsidRPr="00EB5585" w:rsidRDefault="00D13534" w:rsidP="002F399B">
      <w:pPr>
        <w:pStyle w:val="ListParagraph"/>
        <w:numPr>
          <w:ilvl w:val="0"/>
          <w:numId w:val="19"/>
        </w:numPr>
        <w:ind w:left="3240"/>
        <w:rPr>
          <w:sz w:val="28"/>
          <w:szCs w:val="28"/>
        </w:rPr>
      </w:pPr>
      <w:r w:rsidRPr="00EB5585">
        <w:rPr>
          <w:sz w:val="28"/>
          <w:szCs w:val="28"/>
        </w:rPr>
        <w:t>Multiple Choice, True/False</w:t>
      </w:r>
      <w:r w:rsidRPr="00EB5585">
        <w:rPr>
          <w:sz w:val="28"/>
          <w:szCs w:val="28"/>
        </w:rPr>
        <w:tab/>
      </w:r>
    </w:p>
    <w:p w:rsidR="00D13534" w:rsidRPr="00EB5585" w:rsidRDefault="00D13534" w:rsidP="00185466">
      <w:pPr>
        <w:ind w:left="2835" w:hanging="1395"/>
        <w:rPr>
          <w:b/>
        </w:rPr>
      </w:pPr>
      <w:r w:rsidRPr="00EB5585">
        <w:rPr>
          <w:b/>
          <w:sz w:val="28"/>
          <w:szCs w:val="28"/>
        </w:rPr>
        <w:t>20min</w:t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  <w:u w:val="single"/>
        </w:rPr>
        <w:t>THINKING and INVESTIGATION</w:t>
      </w:r>
      <w:r w:rsidRPr="00EB5585">
        <w:rPr>
          <w:sz w:val="28"/>
          <w:szCs w:val="28"/>
          <w:highlight w:val="green"/>
        </w:rPr>
        <w:t xml:space="preserve">– </w:t>
      </w:r>
      <w:r w:rsidRPr="00EB5585">
        <w:rPr>
          <w:b/>
          <w:highlight w:val="green"/>
        </w:rPr>
        <w:t>only answer 2 of the 3 questions</w:t>
      </w:r>
    </w:p>
    <w:p w:rsidR="00D13534" w:rsidRPr="00EB5585" w:rsidRDefault="00D13534" w:rsidP="002F399B">
      <w:pPr>
        <w:pStyle w:val="ListParagraph"/>
        <w:numPr>
          <w:ilvl w:val="0"/>
          <w:numId w:val="19"/>
        </w:numPr>
        <w:ind w:left="3240"/>
        <w:rPr>
          <w:sz w:val="28"/>
          <w:szCs w:val="28"/>
        </w:rPr>
      </w:pPr>
      <w:r w:rsidRPr="00EB5585">
        <w:rPr>
          <w:sz w:val="28"/>
          <w:szCs w:val="28"/>
        </w:rPr>
        <w:t>Short Answers, Calculations</w:t>
      </w:r>
    </w:p>
    <w:p w:rsidR="00D13534" w:rsidRPr="00EB5585" w:rsidRDefault="00D13534" w:rsidP="002F399B">
      <w:pPr>
        <w:ind w:left="1440"/>
        <w:rPr>
          <w:sz w:val="28"/>
          <w:szCs w:val="28"/>
        </w:rPr>
      </w:pPr>
      <w:r w:rsidRPr="00EB5585">
        <w:rPr>
          <w:b/>
          <w:sz w:val="28"/>
          <w:szCs w:val="28"/>
        </w:rPr>
        <w:t>10min</w:t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  <w:u w:val="single"/>
        </w:rPr>
        <w:t>COMMUNICATION</w:t>
      </w:r>
    </w:p>
    <w:p w:rsidR="00D13534" w:rsidRPr="00EB5585" w:rsidRDefault="00D13534" w:rsidP="002F399B">
      <w:pPr>
        <w:pStyle w:val="ListParagraph"/>
        <w:numPr>
          <w:ilvl w:val="0"/>
          <w:numId w:val="19"/>
        </w:numPr>
        <w:ind w:left="3240"/>
        <w:rPr>
          <w:sz w:val="28"/>
          <w:szCs w:val="28"/>
        </w:rPr>
      </w:pPr>
      <w:r w:rsidRPr="00EB5585">
        <w:rPr>
          <w:sz w:val="28"/>
          <w:szCs w:val="28"/>
        </w:rPr>
        <w:t>Long Answers, Diagrams</w:t>
      </w:r>
    </w:p>
    <w:p w:rsidR="00D13534" w:rsidRPr="00EB5585" w:rsidRDefault="00D13534" w:rsidP="002F399B">
      <w:pPr>
        <w:ind w:left="1440"/>
        <w:rPr>
          <w:b/>
        </w:rPr>
      </w:pPr>
      <w:r w:rsidRPr="00EB5585">
        <w:rPr>
          <w:b/>
          <w:sz w:val="28"/>
          <w:szCs w:val="28"/>
        </w:rPr>
        <w:t>10min</w:t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  <w:u w:val="single"/>
        </w:rPr>
        <w:t>APPLICATION</w:t>
      </w:r>
      <w:r w:rsidRPr="00EB5585">
        <w:rPr>
          <w:sz w:val="28"/>
          <w:szCs w:val="28"/>
          <w:highlight w:val="green"/>
        </w:rPr>
        <w:t xml:space="preserve">– </w:t>
      </w:r>
      <w:r w:rsidRPr="00EB5585">
        <w:rPr>
          <w:b/>
          <w:highlight w:val="green"/>
        </w:rPr>
        <w:t>only answer 1 of the 2 questions</w:t>
      </w:r>
    </w:p>
    <w:p w:rsidR="00D13534" w:rsidRPr="00EB5585" w:rsidRDefault="00D13534" w:rsidP="002F399B">
      <w:pPr>
        <w:pStyle w:val="ListParagraph"/>
        <w:numPr>
          <w:ilvl w:val="0"/>
          <w:numId w:val="19"/>
        </w:numPr>
        <w:ind w:left="3240"/>
        <w:rPr>
          <w:sz w:val="28"/>
          <w:szCs w:val="28"/>
        </w:rPr>
      </w:pPr>
      <w:r w:rsidRPr="00EB5585">
        <w:rPr>
          <w:sz w:val="28"/>
          <w:szCs w:val="28"/>
        </w:rPr>
        <w:t>Short Answers</w:t>
      </w:r>
    </w:p>
    <w:p w:rsidR="00D13534" w:rsidRPr="00EB5585" w:rsidRDefault="00D13534" w:rsidP="00185466">
      <w:pPr>
        <w:ind w:left="1440"/>
        <w:rPr>
          <w:sz w:val="28"/>
          <w:szCs w:val="28"/>
        </w:rPr>
      </w:pPr>
      <w:r w:rsidRPr="00EB5585">
        <w:rPr>
          <w:b/>
          <w:sz w:val="28"/>
          <w:szCs w:val="28"/>
        </w:rPr>
        <w:t>8min</w:t>
      </w:r>
      <w:r w:rsidRPr="00EB5585">
        <w:rPr>
          <w:b/>
          <w:sz w:val="28"/>
          <w:szCs w:val="28"/>
        </w:rPr>
        <w:tab/>
      </w:r>
      <w:r w:rsidRPr="00EB5585">
        <w:rPr>
          <w:b/>
          <w:sz w:val="28"/>
          <w:szCs w:val="28"/>
        </w:rPr>
        <w:tab/>
      </w:r>
      <w:r w:rsidRPr="00EB5585">
        <w:rPr>
          <w:sz w:val="28"/>
          <w:szCs w:val="28"/>
        </w:rPr>
        <w:t>REVIEW test</w:t>
      </w:r>
    </w:p>
    <w:p w:rsidR="00D13534" w:rsidRPr="00EB5585" w:rsidRDefault="00D13534" w:rsidP="00185466">
      <w:pPr>
        <w:ind w:left="1440"/>
        <w:rPr>
          <w:sz w:val="28"/>
          <w:szCs w:val="28"/>
        </w:rPr>
      </w:pPr>
    </w:p>
    <w:tbl>
      <w:tblPr>
        <w:tblW w:w="9513" w:type="dxa"/>
        <w:jc w:val="center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13"/>
      </w:tblGrid>
      <w:tr w:rsidR="00D13534" w:rsidRPr="00EB5585" w:rsidTr="0011097F">
        <w:trPr>
          <w:jc w:val="center"/>
        </w:trPr>
        <w:tc>
          <w:tcPr>
            <w:tcW w:w="9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13534" w:rsidRPr="00EB5585" w:rsidRDefault="00D13534" w:rsidP="0011097F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 w:rsidRPr="00EB5585">
              <w:rPr>
                <w:rFonts w:cs="Tahoma"/>
                <w:b/>
                <w:sz w:val="32"/>
                <w:szCs w:val="32"/>
                <w:lang w:val="en-US"/>
              </w:rPr>
              <w:t>KNOWLEDGE and UNDERSTANDING</w:t>
            </w:r>
          </w:p>
          <w:p w:rsidR="00D13534" w:rsidRPr="00EB5585" w:rsidRDefault="00D13534" w:rsidP="00AF5F86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EB5585">
              <w:rPr>
                <w:rFonts w:cs="Tahoma"/>
                <w:b/>
                <w:sz w:val="24"/>
                <w:szCs w:val="24"/>
                <w:lang w:val="en-US"/>
              </w:rPr>
              <w:t>10 marks</w:t>
            </w:r>
            <w:r>
              <w:rPr>
                <w:rFonts w:cs="Tahoma"/>
                <w:b/>
                <w:sz w:val="24"/>
                <w:szCs w:val="24"/>
                <w:lang w:val="en-US"/>
              </w:rPr>
              <w:t xml:space="preserve"> </w:t>
            </w:r>
            <w:r w:rsidRPr="00EB5585">
              <w:rPr>
                <w:rFonts w:cs="Tahoma"/>
                <w:b/>
                <w:sz w:val="24"/>
                <w:szCs w:val="24"/>
                <w:lang w:val="en-US"/>
              </w:rPr>
              <w:t>(15 / 1.5)</w:t>
            </w:r>
          </w:p>
        </w:tc>
      </w:tr>
    </w:tbl>
    <w:p w:rsidR="00D13534" w:rsidRPr="00EB5585" w:rsidRDefault="00D13534" w:rsidP="00AB6AB6"/>
    <w:p w:rsidR="00D13534" w:rsidRPr="00EB5585" w:rsidRDefault="00D13534" w:rsidP="00AB6AB6">
      <w:pPr>
        <w:rPr>
          <w:b/>
        </w:rPr>
      </w:pPr>
      <w:r w:rsidRPr="00EB5585">
        <w:rPr>
          <w:b/>
        </w:rPr>
        <w:t>All multiple-choice questions are 1 mark each</w:t>
      </w:r>
      <w:r w:rsidRPr="00EB5585">
        <w:rPr>
          <w:b/>
        </w:rPr>
        <w:tab/>
      </w:r>
      <w:r w:rsidRPr="00EB5585">
        <w:rPr>
          <w:b/>
        </w:rPr>
        <w:tab/>
      </w:r>
      <w:r w:rsidRPr="00EB5585">
        <w:rPr>
          <w:b/>
        </w:rPr>
        <w:tab/>
      </w:r>
      <w:r w:rsidRPr="00EB5585">
        <w:rPr>
          <w:b/>
        </w:rPr>
        <w:tab/>
      </w:r>
      <w:r w:rsidRPr="00EB5585">
        <w:rPr>
          <w:b/>
        </w:rPr>
        <w:tab/>
      </w:r>
      <w:r w:rsidRPr="00EB5585">
        <w:rPr>
          <w:b/>
          <w:highlight w:val="yellow"/>
        </w:rPr>
        <w:t>11 marks</w:t>
      </w:r>
    </w:p>
    <w:p w:rsidR="00D13534" w:rsidRPr="00EB5585" w:rsidRDefault="00D13534" w:rsidP="00AB6AB6">
      <w:r w:rsidRPr="00EB5585">
        <w:t>1.  A galvanic cell is</w:t>
      </w:r>
    </w:p>
    <w:p w:rsidR="00D13534" w:rsidRPr="00EB5585" w:rsidRDefault="00D13534" w:rsidP="00AB6AB6">
      <w:pPr>
        <w:spacing w:after="0" w:line="240" w:lineRule="auto"/>
        <w:ind w:left="720"/>
      </w:pPr>
      <w:r w:rsidRPr="00EB5585">
        <w:t>a) a chemical system that produces an electric current through a spontaneous redox reaction.</w:t>
      </w:r>
    </w:p>
    <w:p w:rsidR="00D13534" w:rsidRPr="00EB5585" w:rsidRDefault="00D13534" w:rsidP="00AB6AB6">
      <w:pPr>
        <w:spacing w:after="0" w:line="240" w:lineRule="auto"/>
        <w:ind w:left="720"/>
      </w:pPr>
      <w:r w:rsidRPr="00EB5585">
        <w:t>b) a chemical system that uses an electric current to drive a non-spontaneous redox reaction.</w:t>
      </w:r>
    </w:p>
    <w:p w:rsidR="00D13534" w:rsidRPr="00EB5585" w:rsidRDefault="00D13534" w:rsidP="00AB6AB6">
      <w:pPr>
        <w:spacing w:after="0" w:line="240" w:lineRule="auto"/>
        <w:ind w:left="720"/>
      </w:pPr>
      <w:r w:rsidRPr="00EB5585">
        <w:t>c) a flow of electrons in a circuit (= electrochemistry)</w:t>
      </w:r>
    </w:p>
    <w:p w:rsidR="00D13534" w:rsidRPr="00EB5585" w:rsidRDefault="00D13534" w:rsidP="00AB6AB6">
      <w:pPr>
        <w:spacing w:after="0" w:line="240" w:lineRule="auto"/>
        <w:ind w:left="720"/>
      </w:pPr>
      <w:r w:rsidRPr="00EB5585">
        <w:t>d) a chemical system is which a solute conducts  a current in an aqueous solution ( = electrolyte)</w:t>
      </w:r>
    </w:p>
    <w:p w:rsidR="00D13534" w:rsidRPr="00EB5585" w:rsidRDefault="00D13534" w:rsidP="00AB6AB6">
      <w:pPr>
        <w:spacing w:after="0" w:line="240" w:lineRule="auto"/>
        <w:ind w:left="720"/>
      </w:pPr>
      <w:r w:rsidRPr="00EB5585">
        <w:t>e) a chemical system in which a compound breaks down into elements or simpler compounds ( = decomposition reaction)</w:t>
      </w:r>
    </w:p>
    <w:p w:rsidR="00D13534" w:rsidRPr="00EB5585" w:rsidRDefault="00D13534" w:rsidP="00AB6AB6">
      <w:pPr>
        <w:spacing w:after="0" w:line="240" w:lineRule="auto"/>
      </w:pPr>
    </w:p>
    <w:p w:rsidR="00D13534" w:rsidRPr="00EB5585" w:rsidRDefault="00D13534" w:rsidP="00AB6AB6">
      <w:r w:rsidRPr="00EB5585">
        <w:t>2. Rusting is</w:t>
      </w:r>
    </w:p>
    <w:p w:rsidR="00D13534" w:rsidRPr="00EB5585" w:rsidRDefault="00D13534" w:rsidP="00AB6AB6">
      <w:pPr>
        <w:numPr>
          <w:ilvl w:val="0"/>
          <w:numId w:val="2"/>
        </w:numPr>
        <w:spacing w:after="0" w:line="240" w:lineRule="auto"/>
      </w:pPr>
      <w:r w:rsidRPr="00EB5585">
        <w:t>A decomposition reaction</w:t>
      </w:r>
    </w:p>
    <w:p w:rsidR="00D13534" w:rsidRPr="00EB5585" w:rsidRDefault="00D13534" w:rsidP="00AB6AB6">
      <w:pPr>
        <w:numPr>
          <w:ilvl w:val="0"/>
          <w:numId w:val="2"/>
        </w:numPr>
        <w:spacing w:after="0" w:line="240" w:lineRule="auto"/>
      </w:pPr>
      <w:r w:rsidRPr="00EB5585">
        <w:t xml:space="preserve">A combustion reaction </w:t>
      </w:r>
    </w:p>
    <w:p w:rsidR="00D13534" w:rsidRPr="00EB5585" w:rsidRDefault="00D13534" w:rsidP="00AB6AB6">
      <w:pPr>
        <w:numPr>
          <w:ilvl w:val="0"/>
          <w:numId w:val="2"/>
        </w:numPr>
        <w:spacing w:after="0" w:line="240" w:lineRule="auto"/>
      </w:pPr>
      <w:r w:rsidRPr="00EB5585">
        <w:t>A redox reaction</w:t>
      </w:r>
    </w:p>
    <w:p w:rsidR="00D13534" w:rsidRPr="00EB5585" w:rsidRDefault="00D13534" w:rsidP="00AB6AB6">
      <w:pPr>
        <w:numPr>
          <w:ilvl w:val="0"/>
          <w:numId w:val="2"/>
        </w:numPr>
        <w:spacing w:after="0" w:line="240" w:lineRule="auto"/>
      </w:pPr>
      <w:r w:rsidRPr="00EB5585">
        <w:t>A neutralization reaction</w:t>
      </w:r>
    </w:p>
    <w:p w:rsidR="00D13534" w:rsidRPr="00EB5585" w:rsidRDefault="00D13534" w:rsidP="00AB6AB6">
      <w:pPr>
        <w:numPr>
          <w:ilvl w:val="0"/>
          <w:numId w:val="2"/>
        </w:numPr>
        <w:spacing w:after="0" w:line="240" w:lineRule="auto"/>
      </w:pPr>
      <w:r w:rsidRPr="00EB5585">
        <w:t>A double displacement reaction</w:t>
      </w:r>
    </w:p>
    <w:p w:rsidR="00D13534" w:rsidRPr="00EB5585" w:rsidRDefault="00D13534" w:rsidP="00AB6AB6">
      <w:pPr>
        <w:spacing w:after="0" w:line="240" w:lineRule="auto"/>
        <w:ind w:left="720"/>
      </w:pPr>
    </w:p>
    <w:p w:rsidR="00D13534" w:rsidRPr="00EB5585" w:rsidRDefault="00D13534" w:rsidP="00AB6AB6">
      <w:r w:rsidRPr="00EB5585">
        <w:t>3. Primary batteries contain...</w:t>
      </w:r>
    </w:p>
    <w:p w:rsidR="00D13534" w:rsidRPr="00EB5585" w:rsidRDefault="00D13534" w:rsidP="00AB6AB6">
      <w:pPr>
        <w:numPr>
          <w:ilvl w:val="0"/>
          <w:numId w:val="3"/>
        </w:numPr>
        <w:spacing w:after="0" w:line="240" w:lineRule="auto"/>
      </w:pPr>
      <w:r w:rsidRPr="00EB5585">
        <w:t>Rechargeable cells</w:t>
      </w:r>
    </w:p>
    <w:p w:rsidR="00D13534" w:rsidRPr="00EB5585" w:rsidRDefault="00D13534" w:rsidP="00AB6AB6">
      <w:pPr>
        <w:numPr>
          <w:ilvl w:val="0"/>
          <w:numId w:val="3"/>
        </w:numPr>
        <w:spacing w:after="0" w:line="240" w:lineRule="auto"/>
      </w:pPr>
      <w:r w:rsidRPr="00EB5585">
        <w:t>No cells</w:t>
      </w:r>
    </w:p>
    <w:p w:rsidR="00D13534" w:rsidRPr="00EB5585" w:rsidRDefault="00D13534" w:rsidP="00AB6AB6">
      <w:pPr>
        <w:numPr>
          <w:ilvl w:val="0"/>
          <w:numId w:val="3"/>
        </w:numPr>
        <w:spacing w:after="0" w:line="240" w:lineRule="auto"/>
      </w:pPr>
      <w:r w:rsidRPr="00EB5585">
        <w:t>Fuel cells</w:t>
      </w:r>
    </w:p>
    <w:p w:rsidR="00D13534" w:rsidRPr="00EB5585" w:rsidRDefault="00D13534" w:rsidP="00AB6AB6">
      <w:pPr>
        <w:numPr>
          <w:ilvl w:val="0"/>
          <w:numId w:val="3"/>
        </w:numPr>
        <w:spacing w:after="0" w:line="240" w:lineRule="auto"/>
      </w:pPr>
      <w:r w:rsidRPr="00EB5585">
        <w:t>Electrolytic cells</w:t>
      </w:r>
    </w:p>
    <w:p w:rsidR="00D13534" w:rsidRPr="00EB5585" w:rsidRDefault="00D13534" w:rsidP="00AB6AB6">
      <w:pPr>
        <w:numPr>
          <w:ilvl w:val="0"/>
          <w:numId w:val="3"/>
        </w:numPr>
        <w:spacing w:after="0" w:line="240" w:lineRule="auto"/>
      </w:pPr>
      <w:r w:rsidRPr="00EB5585">
        <w:t>Galvanic cells</w:t>
      </w:r>
    </w:p>
    <w:p w:rsidR="00D13534" w:rsidRPr="00EB5585" w:rsidRDefault="00D13534" w:rsidP="00AB6AB6">
      <w:pPr>
        <w:spacing w:after="0" w:line="240" w:lineRule="auto"/>
        <w:ind w:left="720"/>
      </w:pPr>
    </w:p>
    <w:p w:rsidR="00D13534" w:rsidRPr="00EB5585" w:rsidRDefault="00D13534" w:rsidP="00AB6AB6">
      <w:r w:rsidRPr="00EB5585">
        <w:t xml:space="preserve">4. In both a galvanic cell and an electrolytic cell, </w:t>
      </w:r>
    </w:p>
    <w:p w:rsidR="00D13534" w:rsidRPr="00EB5585" w:rsidRDefault="00D13534" w:rsidP="00AB6AB6">
      <w:pPr>
        <w:numPr>
          <w:ilvl w:val="0"/>
          <w:numId w:val="4"/>
        </w:numPr>
        <w:spacing w:after="0" w:line="240" w:lineRule="auto"/>
      </w:pPr>
      <w:r w:rsidRPr="00EB5585">
        <w:t>Reduction occurs at the cathode</w:t>
      </w:r>
    </w:p>
    <w:p w:rsidR="00D13534" w:rsidRPr="00EB5585" w:rsidRDefault="00D13534" w:rsidP="00AB6AB6">
      <w:pPr>
        <w:numPr>
          <w:ilvl w:val="0"/>
          <w:numId w:val="4"/>
        </w:numPr>
        <w:spacing w:after="0" w:line="240" w:lineRule="auto"/>
      </w:pPr>
      <w:r w:rsidRPr="00EB5585">
        <w:t>The cell potential is positive</w:t>
      </w:r>
    </w:p>
    <w:p w:rsidR="00D13534" w:rsidRPr="00EB5585" w:rsidRDefault="00D13534" w:rsidP="00AB6AB6">
      <w:pPr>
        <w:numPr>
          <w:ilvl w:val="0"/>
          <w:numId w:val="4"/>
        </w:numPr>
        <w:spacing w:after="0" w:line="240" w:lineRule="auto"/>
      </w:pPr>
      <w:r w:rsidRPr="00EB5585">
        <w:t>The overall reaction is spontaneous</w:t>
      </w:r>
    </w:p>
    <w:p w:rsidR="00D13534" w:rsidRPr="00EB5585" w:rsidRDefault="00D13534" w:rsidP="00AB6AB6">
      <w:pPr>
        <w:numPr>
          <w:ilvl w:val="0"/>
          <w:numId w:val="4"/>
        </w:numPr>
        <w:spacing w:after="0" w:line="240" w:lineRule="auto"/>
      </w:pPr>
      <w:r w:rsidRPr="00EB5585">
        <w:t>An external voltage is required</w:t>
      </w:r>
    </w:p>
    <w:p w:rsidR="00D13534" w:rsidRPr="00EB5585" w:rsidRDefault="00D13534" w:rsidP="00AB6AB6">
      <w:pPr>
        <w:numPr>
          <w:ilvl w:val="0"/>
          <w:numId w:val="4"/>
        </w:numPr>
        <w:spacing w:after="0" w:line="240" w:lineRule="auto"/>
      </w:pPr>
      <w:r w:rsidRPr="00EB5585">
        <w:t>Chemical energy is converted to electrical energy</w:t>
      </w:r>
    </w:p>
    <w:p w:rsidR="00D13534" w:rsidRPr="00EB5585" w:rsidRDefault="00D13534" w:rsidP="00AB6AB6"/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>5.  What is the oxidation state of gold in Au(CN)</w:t>
      </w:r>
      <w:r w:rsidRPr="00EB5585">
        <w:rPr>
          <w:rFonts w:eastAsia="MS Mincho"/>
          <w:vertAlign w:val="subscript"/>
          <w:lang w:val="en-US"/>
        </w:rPr>
        <w:t>4</w:t>
      </w:r>
      <w:r w:rsidRPr="00EB5585">
        <w:rPr>
          <w:rFonts w:eastAsia="MS Mincho"/>
          <w:vertAlign w:val="superscript"/>
          <w:lang w:val="en-US"/>
        </w:rPr>
        <w:t>-</w:t>
      </w:r>
      <w:r w:rsidRPr="00EB5585">
        <w:rPr>
          <w:rFonts w:eastAsia="MS Mincho"/>
          <w:lang w:val="en-US"/>
        </w:rPr>
        <w:t xml:space="preserve">? </w:t>
      </w:r>
    </w:p>
    <w:p w:rsidR="00D13534" w:rsidRPr="00EB5585" w:rsidRDefault="00D13534" w:rsidP="00AB6AB6">
      <w:pPr>
        <w:pStyle w:val="ListParagraph"/>
        <w:numPr>
          <w:ilvl w:val="0"/>
          <w:numId w:val="8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3</w:t>
      </w:r>
    </w:p>
    <w:p w:rsidR="00D13534" w:rsidRPr="00EB5585" w:rsidRDefault="00D13534" w:rsidP="00AB6AB6">
      <w:pPr>
        <w:pStyle w:val="ListParagraph"/>
        <w:numPr>
          <w:ilvl w:val="0"/>
          <w:numId w:val="8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-1 </w:t>
      </w:r>
    </w:p>
    <w:p w:rsidR="00D13534" w:rsidRPr="00EB5585" w:rsidRDefault="00D13534" w:rsidP="00AB6AB6">
      <w:pPr>
        <w:pStyle w:val="ListParagraph"/>
        <w:numPr>
          <w:ilvl w:val="0"/>
          <w:numId w:val="8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0 </w:t>
      </w:r>
    </w:p>
    <w:p w:rsidR="00D13534" w:rsidRPr="00EB5585" w:rsidRDefault="00D13534" w:rsidP="00AB6AB6">
      <w:pPr>
        <w:pStyle w:val="ListParagraph"/>
        <w:numPr>
          <w:ilvl w:val="0"/>
          <w:numId w:val="8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4 </w:t>
      </w:r>
    </w:p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 xml:space="preserve">6.  Which of the following reactions is </w:t>
      </w:r>
      <w:r w:rsidRPr="00EB5585">
        <w:rPr>
          <w:rFonts w:eastAsia="MS Mincho"/>
          <w:b/>
          <w:bCs/>
          <w:lang w:val="en-US"/>
        </w:rPr>
        <w:t>NOT</w:t>
      </w:r>
      <w:r w:rsidRPr="00EB5585">
        <w:rPr>
          <w:rFonts w:eastAsia="MS Mincho"/>
          <w:lang w:val="en-US"/>
        </w:rPr>
        <w:t xml:space="preserve"> a redox reaction?</w:t>
      </w:r>
    </w:p>
    <w:p w:rsidR="00D13534" w:rsidRPr="00EB5585" w:rsidRDefault="00D13534" w:rsidP="00AB6AB6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Na + Cl ---&gt;NaCl</w:t>
      </w:r>
    </w:p>
    <w:p w:rsidR="00D13534" w:rsidRPr="00EB5585" w:rsidRDefault="00D13534" w:rsidP="00AB6AB6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H</w:t>
      </w:r>
      <w:r w:rsidRPr="00EB5585">
        <w:rPr>
          <w:vertAlign w:val="subscript"/>
          <w:lang w:val="en-US"/>
        </w:rPr>
        <w:t>2</w:t>
      </w:r>
      <w:r w:rsidRPr="00EB5585">
        <w:rPr>
          <w:lang w:val="en-US"/>
        </w:rPr>
        <w:t>O</w:t>
      </w:r>
      <w:r w:rsidRPr="00EB5585">
        <w:rPr>
          <w:vertAlign w:val="subscript"/>
          <w:lang w:val="en-US"/>
        </w:rPr>
        <w:t xml:space="preserve">2  </w:t>
      </w:r>
      <w:r w:rsidRPr="00EB5585">
        <w:rPr>
          <w:lang w:val="en-US"/>
        </w:rPr>
        <w:t>--&gt; HO</w:t>
      </w:r>
      <w:r w:rsidRPr="00EB5585">
        <w:rPr>
          <w:vertAlign w:val="subscript"/>
          <w:lang w:val="en-US"/>
        </w:rPr>
        <w:t>2</w:t>
      </w:r>
      <w:r w:rsidRPr="00EB5585">
        <w:rPr>
          <w:lang w:val="en-US"/>
        </w:rPr>
        <w:t xml:space="preserve"> + H</w:t>
      </w:r>
      <w:r w:rsidRPr="00EB5585">
        <w:rPr>
          <w:vertAlign w:val="superscript"/>
          <w:lang w:val="en-US"/>
        </w:rPr>
        <w:t>+</w:t>
      </w:r>
    </w:p>
    <w:p w:rsidR="00D13534" w:rsidRPr="00EB5585" w:rsidRDefault="00D13534" w:rsidP="00AB6AB6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Ni</w:t>
      </w:r>
      <w:r w:rsidRPr="00EB5585">
        <w:rPr>
          <w:vertAlign w:val="superscript"/>
          <w:lang w:val="en-US"/>
        </w:rPr>
        <w:t>2+</w:t>
      </w:r>
      <w:r w:rsidRPr="00EB5585">
        <w:rPr>
          <w:lang w:val="en-US"/>
        </w:rPr>
        <w:t xml:space="preserve"> + Fe ---&gt; Fe</w:t>
      </w:r>
      <w:r w:rsidRPr="00EB5585">
        <w:rPr>
          <w:vertAlign w:val="superscript"/>
          <w:lang w:val="en-US"/>
        </w:rPr>
        <w:t>2+</w:t>
      </w:r>
      <w:r w:rsidRPr="00EB5585">
        <w:rPr>
          <w:lang w:val="en-US"/>
        </w:rPr>
        <w:t xml:space="preserve"> + Ni </w:t>
      </w:r>
    </w:p>
    <w:p w:rsidR="00D13534" w:rsidRPr="00EB5585" w:rsidRDefault="00D13534" w:rsidP="00AB6AB6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NaOH + HCl ---&gt;NaCl + H</w:t>
      </w:r>
      <w:r w:rsidRPr="00EB5585">
        <w:rPr>
          <w:vertAlign w:val="subscript"/>
          <w:lang w:val="en-US"/>
        </w:rPr>
        <w:t>2</w:t>
      </w:r>
      <w:r w:rsidRPr="00EB5585">
        <w:rPr>
          <w:lang w:val="en-US"/>
        </w:rPr>
        <w:t xml:space="preserve">O </w:t>
      </w:r>
    </w:p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>7.  Which of the following terms best describes CH</w:t>
      </w:r>
      <w:r w:rsidRPr="00EB5585">
        <w:rPr>
          <w:rFonts w:eastAsia="MS Mincho"/>
          <w:vertAlign w:val="subscript"/>
          <w:lang w:val="en-US"/>
        </w:rPr>
        <w:t>4</w:t>
      </w:r>
      <w:r w:rsidRPr="00EB5585">
        <w:rPr>
          <w:rFonts w:eastAsia="MS Mincho"/>
          <w:lang w:val="en-US"/>
        </w:rPr>
        <w:t xml:space="preserve"> in the following reaction? </w:t>
      </w:r>
    </w:p>
    <w:p w:rsidR="00D13534" w:rsidRPr="00EB5585" w:rsidRDefault="00D13534" w:rsidP="00AB6AB6">
      <w:pPr>
        <w:spacing w:after="150" w:line="240" w:lineRule="auto"/>
        <w:jc w:val="center"/>
        <w:rPr>
          <w:lang w:val="en-US"/>
        </w:rPr>
      </w:pPr>
      <w:r w:rsidRPr="00EB5585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0" o:spid="_x0000_i1025" type="#_x0000_t75" alt="http://img.sparknotes.com/figures/9/981935419adc38aabf9265f29b1eb025/carbox.gif" style="width:211.5pt;height:15.75pt;visibility:visible">
            <v:imagedata r:id="rId7" o:title=""/>
          </v:shape>
        </w:pict>
      </w:r>
    </w:p>
    <w:p w:rsidR="00D13534" w:rsidRPr="00EB5585" w:rsidRDefault="00D13534" w:rsidP="00AB6AB6">
      <w:pPr>
        <w:pStyle w:val="ListParagraph"/>
        <w:numPr>
          <w:ilvl w:val="0"/>
          <w:numId w:val="10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oxidized</w:t>
      </w:r>
    </w:p>
    <w:p w:rsidR="00D13534" w:rsidRPr="00EB5585" w:rsidRDefault="00D13534" w:rsidP="00AB6AB6">
      <w:pPr>
        <w:pStyle w:val="ListParagraph"/>
        <w:numPr>
          <w:ilvl w:val="0"/>
          <w:numId w:val="10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oxidizing agent </w:t>
      </w:r>
    </w:p>
    <w:p w:rsidR="00D13534" w:rsidRPr="00EB5585" w:rsidRDefault="00D13534" w:rsidP="00AB6AB6">
      <w:pPr>
        <w:pStyle w:val="ListParagraph"/>
        <w:numPr>
          <w:ilvl w:val="0"/>
          <w:numId w:val="10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hydrolyzed</w:t>
      </w:r>
    </w:p>
    <w:p w:rsidR="00D13534" w:rsidRPr="00EB5585" w:rsidRDefault="00D13534" w:rsidP="00AB6AB6">
      <w:pPr>
        <w:pStyle w:val="ListParagraph"/>
        <w:numPr>
          <w:ilvl w:val="0"/>
          <w:numId w:val="10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reduced</w:t>
      </w:r>
    </w:p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 xml:space="preserve">8.  Which half-reaction takes place at the anode? </w:t>
      </w:r>
    </w:p>
    <w:p w:rsidR="00D13534" w:rsidRPr="00EB5585" w:rsidRDefault="00D13534" w:rsidP="00AB6AB6">
      <w:pPr>
        <w:pStyle w:val="ListParagraph"/>
        <w:numPr>
          <w:ilvl w:val="0"/>
          <w:numId w:val="14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The one with the greater reduction potential </w:t>
      </w:r>
    </w:p>
    <w:p w:rsidR="00D13534" w:rsidRPr="00EB5585" w:rsidRDefault="00D13534" w:rsidP="00AB6AB6">
      <w:pPr>
        <w:pStyle w:val="ListParagraph"/>
        <w:numPr>
          <w:ilvl w:val="0"/>
          <w:numId w:val="14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The one that transfers the most number of electrons </w:t>
      </w:r>
    </w:p>
    <w:p w:rsidR="00D13534" w:rsidRPr="00EB5585" w:rsidRDefault="00D13534" w:rsidP="00AB6AB6">
      <w:pPr>
        <w:pStyle w:val="ListParagraph"/>
        <w:numPr>
          <w:ilvl w:val="0"/>
          <w:numId w:val="14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The reduction </w:t>
      </w:r>
    </w:p>
    <w:p w:rsidR="00D13534" w:rsidRPr="00EB5585" w:rsidRDefault="00D13534" w:rsidP="00AB6AB6">
      <w:pPr>
        <w:pStyle w:val="ListParagraph"/>
        <w:numPr>
          <w:ilvl w:val="0"/>
          <w:numId w:val="14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The oxidation</w:t>
      </w:r>
    </w:p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 xml:space="preserve">9.  What is a faraday? </w:t>
      </w:r>
    </w:p>
    <w:p w:rsidR="00D13534" w:rsidRPr="00EB5585" w:rsidRDefault="00D13534" w:rsidP="00AB6AB6">
      <w:pPr>
        <w:pStyle w:val="ListParagraph"/>
        <w:numPr>
          <w:ilvl w:val="0"/>
          <w:numId w:val="15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A unit of current </w:t>
      </w:r>
    </w:p>
    <w:p w:rsidR="00D13534" w:rsidRPr="00EB5585" w:rsidRDefault="00D13534" w:rsidP="00AB6AB6">
      <w:pPr>
        <w:pStyle w:val="ListParagraph"/>
        <w:numPr>
          <w:ilvl w:val="0"/>
          <w:numId w:val="15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A unit of energy </w:t>
      </w:r>
    </w:p>
    <w:p w:rsidR="00D13534" w:rsidRPr="00EB5585" w:rsidRDefault="00D13534" w:rsidP="00AB6AB6">
      <w:pPr>
        <w:pStyle w:val="ListParagraph"/>
        <w:numPr>
          <w:ilvl w:val="0"/>
          <w:numId w:val="15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A unit of charge</w:t>
      </w:r>
    </w:p>
    <w:p w:rsidR="00D13534" w:rsidRPr="00EB5585" w:rsidRDefault="00D13534" w:rsidP="00AB6AB6">
      <w:pPr>
        <w:pStyle w:val="ListParagraph"/>
        <w:numPr>
          <w:ilvl w:val="0"/>
          <w:numId w:val="15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A mole of electrons </w:t>
      </w:r>
    </w:p>
    <w:p w:rsidR="00D13534" w:rsidRPr="00EB5585" w:rsidRDefault="00D13534" w:rsidP="00AB6AB6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 xml:space="preserve">10.  Which of the following is </w:t>
      </w:r>
      <w:r w:rsidRPr="00EB5585">
        <w:rPr>
          <w:rFonts w:eastAsia="MS Mincho"/>
          <w:b/>
          <w:bCs/>
          <w:lang w:val="en-US"/>
        </w:rPr>
        <w:t>NOT</w:t>
      </w:r>
      <w:r w:rsidRPr="00EB5585">
        <w:rPr>
          <w:rFonts w:eastAsia="MS Mincho"/>
          <w:lang w:val="en-US"/>
        </w:rPr>
        <w:t xml:space="preserve"> produced during the electrolysis of water? </w:t>
      </w:r>
    </w:p>
    <w:p w:rsidR="00D13534" w:rsidRPr="00EB5585" w:rsidRDefault="00D13534" w:rsidP="00AB6AB6">
      <w:pPr>
        <w:pStyle w:val="ListParagraph"/>
        <w:numPr>
          <w:ilvl w:val="0"/>
          <w:numId w:val="17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Electricity</w:t>
      </w:r>
    </w:p>
    <w:p w:rsidR="00D13534" w:rsidRPr="00EB5585" w:rsidRDefault="00D13534" w:rsidP="00AB6AB6">
      <w:pPr>
        <w:pStyle w:val="ListParagraph"/>
        <w:numPr>
          <w:ilvl w:val="0"/>
          <w:numId w:val="17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Acid </w:t>
      </w:r>
    </w:p>
    <w:p w:rsidR="00D13534" w:rsidRPr="00EB5585" w:rsidRDefault="00D13534" w:rsidP="00AB6AB6">
      <w:pPr>
        <w:pStyle w:val="ListParagraph"/>
        <w:numPr>
          <w:ilvl w:val="0"/>
          <w:numId w:val="17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Hydrogen </w:t>
      </w:r>
    </w:p>
    <w:p w:rsidR="00D13534" w:rsidRPr="00EB5585" w:rsidRDefault="00D13534" w:rsidP="003D1810">
      <w:pPr>
        <w:pStyle w:val="ListParagraph"/>
        <w:numPr>
          <w:ilvl w:val="0"/>
          <w:numId w:val="17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Oxygen </w:t>
      </w:r>
    </w:p>
    <w:p w:rsidR="00D13534" w:rsidRPr="00EB5585" w:rsidRDefault="00D13534" w:rsidP="003D1810">
      <w:pPr>
        <w:spacing w:before="100" w:beforeAutospacing="1" w:after="100" w:afterAutospacing="1" w:line="240" w:lineRule="auto"/>
        <w:rPr>
          <w:rFonts w:eastAsia="MS Mincho"/>
          <w:lang w:val="en-US"/>
        </w:rPr>
      </w:pPr>
      <w:r w:rsidRPr="00EB5585">
        <w:rPr>
          <w:rFonts w:eastAsia="MS Mincho"/>
          <w:lang w:val="en-US"/>
        </w:rPr>
        <w:t>11.  At which electrode is H</w:t>
      </w:r>
      <w:r w:rsidRPr="00EB5585">
        <w:rPr>
          <w:rFonts w:eastAsia="MS Mincho"/>
          <w:vertAlign w:val="subscript"/>
          <w:lang w:val="en-US"/>
        </w:rPr>
        <w:t>2</w:t>
      </w:r>
      <w:r w:rsidRPr="00EB5585">
        <w:rPr>
          <w:rFonts w:eastAsia="MS Mincho"/>
          <w:lang w:val="en-US"/>
        </w:rPr>
        <w:t xml:space="preserve"> in the electrolysis of water? </w:t>
      </w:r>
    </w:p>
    <w:p w:rsidR="00D13534" w:rsidRPr="00EB5585" w:rsidRDefault="00D13534" w:rsidP="003D1810">
      <w:pPr>
        <w:pStyle w:val="ListParagraph"/>
        <w:numPr>
          <w:ilvl w:val="0"/>
          <w:numId w:val="16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The anode </w:t>
      </w:r>
    </w:p>
    <w:p w:rsidR="00D13534" w:rsidRPr="00EB5585" w:rsidRDefault="00D13534" w:rsidP="003D1810">
      <w:pPr>
        <w:pStyle w:val="ListParagraph"/>
        <w:numPr>
          <w:ilvl w:val="0"/>
          <w:numId w:val="16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The electrode connected to the negative side of the battery </w:t>
      </w:r>
    </w:p>
    <w:p w:rsidR="00D13534" w:rsidRPr="00EB5585" w:rsidRDefault="00D13534" w:rsidP="003D1810">
      <w:pPr>
        <w:pStyle w:val="ListParagraph"/>
        <w:numPr>
          <w:ilvl w:val="0"/>
          <w:numId w:val="16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>The cathode</w:t>
      </w:r>
    </w:p>
    <w:p w:rsidR="00D13534" w:rsidRPr="00EB5585" w:rsidRDefault="00D13534" w:rsidP="003D1810">
      <w:pPr>
        <w:pStyle w:val="ListParagraph"/>
        <w:numPr>
          <w:ilvl w:val="0"/>
          <w:numId w:val="16"/>
        </w:numPr>
        <w:spacing w:after="0" w:line="240" w:lineRule="auto"/>
        <w:rPr>
          <w:lang w:val="en-US"/>
        </w:rPr>
      </w:pPr>
      <w:r w:rsidRPr="00EB5585">
        <w:rPr>
          <w:lang w:val="en-US"/>
        </w:rPr>
        <w:t xml:space="preserve">Cannot be determined with the given information </w:t>
      </w:r>
    </w:p>
    <w:p w:rsidR="00D13534" w:rsidRPr="00EB5585" w:rsidRDefault="00D13534" w:rsidP="003D1810">
      <w:pPr>
        <w:spacing w:after="0" w:line="240" w:lineRule="auto"/>
        <w:rPr>
          <w:lang w:val="en-US"/>
        </w:rPr>
      </w:pPr>
    </w:p>
    <w:p w:rsidR="00D13534" w:rsidRPr="00EB5585" w:rsidRDefault="00D13534" w:rsidP="00AB6AB6">
      <w:pPr>
        <w:pStyle w:val="ListParagraph"/>
        <w:spacing w:after="0" w:line="240" w:lineRule="auto"/>
        <w:ind w:left="1080"/>
        <w:rPr>
          <w:lang w:val="en-US"/>
        </w:rPr>
      </w:pPr>
    </w:p>
    <w:p w:rsidR="00D13534" w:rsidRPr="00EB5585" w:rsidRDefault="00D13534" w:rsidP="00AB6AB6">
      <w:pPr>
        <w:spacing w:after="0" w:line="240" w:lineRule="auto"/>
        <w:rPr>
          <w:lang w:val="en-US"/>
        </w:rPr>
      </w:pP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Helvetica"/>
          <w:b/>
          <w:lang w:val="en-US"/>
        </w:rPr>
      </w:pPr>
      <w:r w:rsidRPr="00EB5585">
        <w:rPr>
          <w:b/>
          <w:bCs/>
          <w:iCs/>
          <w:lang w:val="en-US"/>
        </w:rPr>
        <w:t>Indicate whether each statement is true or false in the following five (5) questions. Each question is worth 1 mark.</w:t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bCs/>
          <w:iCs/>
          <w:lang w:val="en-US"/>
        </w:rPr>
        <w:tab/>
      </w:r>
      <w:r w:rsidRPr="00EB5585">
        <w:rPr>
          <w:b/>
          <w:highlight w:val="yellow"/>
        </w:rPr>
        <w:t>4 marks</w:t>
      </w: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240" w:hanging="2240"/>
        <w:rPr>
          <w:lang w:val="en-US"/>
        </w:rPr>
      </w:pPr>
      <w:r>
        <w:rPr>
          <w:lang w:val="en-US"/>
        </w:rPr>
        <w:tab/>
        <w:t>_______</w:t>
      </w:r>
      <w:r w:rsidRPr="00EB5585">
        <w:rPr>
          <w:lang w:val="en-US"/>
        </w:rPr>
        <w:tab/>
        <w:t xml:space="preserve">12.  Electrolytic cells are based on non-spontaneous reactions and have a positive cell potential difference. </w:t>
      </w: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240" w:hanging="2240"/>
        <w:rPr>
          <w:rFonts w:cs="Helvetica"/>
          <w:lang w:val="en-US"/>
        </w:rPr>
      </w:pP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EB5585">
        <w:rPr>
          <w:lang w:val="en-US"/>
        </w:rPr>
        <w:tab/>
        <w:t>________</w:t>
      </w:r>
      <w:r w:rsidRPr="00EB5585">
        <w:rPr>
          <w:lang w:val="en-US"/>
        </w:rPr>
        <w:tab/>
        <w:t xml:space="preserve">13.  Cathodes are always positive in redox reactions. </w:t>
      </w: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Helvetica"/>
          <w:lang w:val="en-US"/>
        </w:rPr>
      </w:pP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160" w:hanging="2160"/>
        <w:rPr>
          <w:lang w:val="en-US"/>
        </w:rPr>
      </w:pPr>
      <w:r w:rsidRPr="00EB5585">
        <w:rPr>
          <w:lang w:val="en-US"/>
        </w:rPr>
        <w:tab/>
        <w:t>_______</w:t>
      </w:r>
      <w:r>
        <w:rPr>
          <w:lang w:val="en-US"/>
        </w:rPr>
        <w:t xml:space="preserve">       </w:t>
      </w:r>
      <w:r w:rsidRPr="00EB5585">
        <w:rPr>
          <w:lang w:val="en-US"/>
        </w:rPr>
        <w:t>14.  In a redox reaction the number of total number of electrons lost equals the number of electrons gained.</w:t>
      </w: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160" w:hanging="2160"/>
        <w:rPr>
          <w:lang w:val="en-US"/>
        </w:rPr>
      </w:pPr>
    </w:p>
    <w:p w:rsidR="00D13534" w:rsidRPr="00EB5585" w:rsidRDefault="00D13534" w:rsidP="00AB6A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160" w:hanging="2160"/>
        <w:rPr>
          <w:rFonts w:cs="Helvetica"/>
          <w:lang w:val="en-US"/>
        </w:rPr>
      </w:pPr>
      <w:r w:rsidRPr="00EB5585">
        <w:rPr>
          <w:lang w:val="en-US"/>
        </w:rPr>
        <w:tab/>
        <w:t>________</w:t>
      </w:r>
      <w:r w:rsidRPr="00EB5585">
        <w:rPr>
          <w:lang w:val="en-US"/>
        </w:rPr>
        <w:tab/>
      </w:r>
      <w:r>
        <w:rPr>
          <w:lang w:val="en-US"/>
        </w:rPr>
        <w:t>1</w:t>
      </w:r>
      <w:r w:rsidRPr="00EB5585">
        <w:rPr>
          <w:lang w:val="en-US"/>
        </w:rPr>
        <w:t xml:space="preserve">5.  A strong oxidizing agent has a great capacity to lose electrons. </w:t>
      </w:r>
    </w:p>
    <w:p w:rsidR="00D13534" w:rsidRPr="00EB5585" w:rsidRDefault="00D13534" w:rsidP="00AB6AB6">
      <w:pPr>
        <w:rPr>
          <w:sz w:val="24"/>
          <w:szCs w:val="24"/>
        </w:rPr>
      </w:pPr>
    </w:p>
    <w:p w:rsidR="00D13534" w:rsidRPr="00EB5585" w:rsidRDefault="00D13534" w:rsidP="00AB6AB6">
      <w:pPr>
        <w:rPr>
          <w:sz w:val="24"/>
          <w:szCs w:val="24"/>
        </w:rPr>
      </w:pPr>
    </w:p>
    <w:p w:rsidR="00D13534" w:rsidRPr="00EB5585" w:rsidRDefault="00D13534" w:rsidP="00AB6AB6">
      <w:pPr>
        <w:rPr>
          <w:sz w:val="24"/>
          <w:szCs w:val="24"/>
        </w:rPr>
      </w:pPr>
    </w:p>
    <w:tbl>
      <w:tblPr>
        <w:tblW w:w="9513" w:type="dxa"/>
        <w:jc w:val="center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13"/>
      </w:tblGrid>
      <w:tr w:rsidR="00D13534" w:rsidRPr="00EB5585" w:rsidTr="0011097F">
        <w:trPr>
          <w:jc w:val="center"/>
        </w:trPr>
        <w:tc>
          <w:tcPr>
            <w:tcW w:w="9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13534" w:rsidRPr="00EB5585" w:rsidRDefault="00D13534" w:rsidP="0011097F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 w:rsidRPr="00EB5585">
              <w:rPr>
                <w:rFonts w:cs="Tahoma"/>
                <w:b/>
                <w:sz w:val="32"/>
                <w:szCs w:val="32"/>
                <w:lang w:val="en-US"/>
              </w:rPr>
              <w:t>THINKING and INVESTIGATION</w:t>
            </w:r>
          </w:p>
          <w:p w:rsidR="00D13534" w:rsidRPr="00EB5585" w:rsidRDefault="00D13534" w:rsidP="00AF5F86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EB5585">
              <w:rPr>
                <w:rFonts w:cs="Tahoma"/>
                <w:b/>
                <w:sz w:val="24"/>
                <w:szCs w:val="24"/>
                <w:lang w:val="en-US"/>
              </w:rPr>
              <w:t>10 marks (20/2)</w:t>
            </w:r>
          </w:p>
        </w:tc>
      </w:tr>
    </w:tbl>
    <w:p w:rsidR="00D13534" w:rsidRPr="00EB5585" w:rsidRDefault="00D13534" w:rsidP="00AB6AB6"/>
    <w:p w:rsidR="00D13534" w:rsidRPr="00EB5585" w:rsidRDefault="00D13534" w:rsidP="00EF797B">
      <w:pPr>
        <w:tabs>
          <w:tab w:val="left" w:pos="6649"/>
        </w:tabs>
        <w:rPr>
          <w:b/>
          <w:sz w:val="28"/>
          <w:szCs w:val="28"/>
        </w:rPr>
      </w:pPr>
      <w:r w:rsidRPr="00EB5585">
        <w:rPr>
          <w:b/>
          <w:sz w:val="28"/>
          <w:szCs w:val="28"/>
        </w:rPr>
        <w:t xml:space="preserve">NOTE:  </w:t>
      </w:r>
      <w:r w:rsidRPr="00EB5585">
        <w:rPr>
          <w:b/>
          <w:sz w:val="28"/>
          <w:szCs w:val="28"/>
          <w:u w:val="single"/>
        </w:rPr>
        <w:t>CHOOSE</w:t>
      </w:r>
      <w:r w:rsidRPr="00EB5585">
        <w:rPr>
          <w:b/>
          <w:sz w:val="28"/>
          <w:szCs w:val="28"/>
        </w:rPr>
        <w:t xml:space="preserve"> 2 of the 3 questions</w:t>
      </w:r>
    </w:p>
    <w:p w:rsidR="00D13534" w:rsidRPr="00EB5585" w:rsidRDefault="00D13534" w:rsidP="00AB6AB6"/>
    <w:p w:rsidR="00D13534" w:rsidRPr="00EB5585" w:rsidRDefault="00D13534" w:rsidP="00AB6AB6">
      <w:pPr>
        <w:ind w:left="284"/>
        <w:rPr>
          <w:sz w:val="24"/>
          <w:szCs w:val="24"/>
        </w:rPr>
      </w:pPr>
      <w:r w:rsidRPr="00EB5585">
        <w:rPr>
          <w:sz w:val="24"/>
          <w:szCs w:val="24"/>
        </w:rPr>
        <w:t>16.  Take a look at this picture</w:t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b/>
          <w:sz w:val="24"/>
          <w:szCs w:val="24"/>
        </w:rPr>
        <w:t>10 marks</w:t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  <w:r w:rsidRPr="00EB5585">
        <w:rPr>
          <w:sz w:val="24"/>
          <w:szCs w:val="24"/>
        </w:rPr>
        <w:tab/>
      </w:r>
    </w:p>
    <w:p w:rsidR="00D13534" w:rsidRPr="00EB5585" w:rsidRDefault="00D13534" w:rsidP="00AB6AB6">
      <w:pPr>
        <w:rPr>
          <w:sz w:val="24"/>
          <w:szCs w:val="24"/>
        </w:rPr>
      </w:pPr>
      <w:r w:rsidRPr="00EB5585">
        <w:rPr>
          <w:noProof/>
          <w:sz w:val="24"/>
          <w:szCs w:val="24"/>
          <w:lang w:val="en-US"/>
        </w:rPr>
        <w:pict>
          <v:shape id="Picture 10" o:spid="_x0000_i1026" type="#_x0000_t75" style="width:356.25pt;height:132pt;visibility:visible">
            <v:imagedata r:id="rId8" o:title=""/>
          </v:shape>
        </w:pict>
      </w:r>
    </w:p>
    <w:p w:rsidR="00D13534" w:rsidRPr="00EB5585" w:rsidRDefault="00D13534" w:rsidP="00AB6AB6">
      <w:pPr>
        <w:pStyle w:val="ListParagraph"/>
        <w:numPr>
          <w:ilvl w:val="0"/>
          <w:numId w:val="1"/>
        </w:numPr>
        <w:rPr>
          <w:b/>
        </w:rPr>
      </w:pPr>
      <w:r w:rsidRPr="00EB5585">
        <w:t xml:space="preserve">What terminology is used for this common chemical reaction? </w:t>
      </w:r>
      <w:r w:rsidRPr="00EB5585">
        <w:tab/>
      </w:r>
      <w:r w:rsidRPr="00EB5585">
        <w:tab/>
      </w:r>
      <w:r w:rsidRPr="00EB5585">
        <w:tab/>
      </w:r>
      <w:r w:rsidRPr="00EB5585">
        <w:rPr>
          <w:b/>
        </w:rPr>
        <w:t>(1 mark)</w:t>
      </w: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  <w:numPr>
          <w:ilvl w:val="0"/>
          <w:numId w:val="1"/>
        </w:numPr>
        <w:rPr>
          <w:b/>
        </w:rPr>
      </w:pPr>
      <w:r w:rsidRPr="00EB5585">
        <w:t xml:space="preserve">Write out the full chemical reaction that is occurring.  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rPr>
          <w:b/>
        </w:rPr>
        <w:t>(2 marks)</w:t>
      </w:r>
    </w:p>
    <w:p w:rsidR="00D13534" w:rsidRPr="00EB5585" w:rsidRDefault="00D13534" w:rsidP="00AB6AB6"/>
    <w:p w:rsidR="00D13534" w:rsidRPr="00EB5585" w:rsidRDefault="00D13534" w:rsidP="00AB6AB6">
      <w:pPr>
        <w:pStyle w:val="ListParagraph"/>
        <w:numPr>
          <w:ilvl w:val="0"/>
          <w:numId w:val="1"/>
        </w:numPr>
      </w:pPr>
      <w:r w:rsidRPr="00EB5585">
        <w:t xml:space="preserve">Give an example of when/where this chemical reaction would occur.  </w:t>
      </w:r>
      <w:r w:rsidRPr="00EB5585">
        <w:tab/>
      </w:r>
      <w:r w:rsidRPr="00EB5585">
        <w:tab/>
      </w:r>
      <w:r w:rsidRPr="00EB5585">
        <w:rPr>
          <w:b/>
        </w:rPr>
        <w:t>(1 mark)</w:t>
      </w: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  <w:numPr>
          <w:ilvl w:val="0"/>
          <w:numId w:val="1"/>
        </w:numPr>
      </w:pPr>
      <w:r w:rsidRPr="00EB5585">
        <w:t xml:space="preserve">Give 2 reasons why this commonly happens to iron (Fe). </w:t>
      </w:r>
      <w:r w:rsidRPr="00EB5585">
        <w:tab/>
      </w:r>
      <w:r w:rsidRPr="00EB5585">
        <w:tab/>
      </w:r>
      <w:r w:rsidRPr="00EB5585">
        <w:tab/>
      </w:r>
      <w:r w:rsidRPr="00EB5585">
        <w:rPr>
          <w:b/>
        </w:rPr>
        <w:t>(1 mark)</w:t>
      </w: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</w:pPr>
    </w:p>
    <w:p w:rsidR="00D13534" w:rsidRPr="00EB5585" w:rsidRDefault="00D13534" w:rsidP="00AB6AB6">
      <w:pPr>
        <w:pStyle w:val="ListParagraph"/>
        <w:numPr>
          <w:ilvl w:val="0"/>
          <w:numId w:val="1"/>
        </w:numPr>
      </w:pPr>
      <w:r w:rsidRPr="00EB5585">
        <w:t xml:space="preserve">What are two ways of preventing this chemical reaction from occurring?  Give a brief explanation of how each method works to prevent this chemical reaction. </w:t>
      </w:r>
      <w:r w:rsidRPr="00EB5585">
        <w:tab/>
      </w:r>
      <w:r w:rsidRPr="00EB5585">
        <w:rPr>
          <w:b/>
        </w:rPr>
        <w:t>(5 marks)</w:t>
      </w:r>
    </w:p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31"/>
      </w:tblGrid>
      <w:tr w:rsidR="00D13534" w:rsidRPr="00EB5585" w:rsidTr="0011097F">
        <w:tc>
          <w:tcPr>
            <w:tcW w:w="9331" w:type="dxa"/>
          </w:tcPr>
          <w:p w:rsidR="00D13534" w:rsidRPr="00EB5585" w:rsidRDefault="00D13534" w:rsidP="0011097F">
            <w:r w:rsidRPr="00EB5585">
              <w:t xml:space="preserve">17.   Following are two reduction half – reactions for the half-cells of a voltaic cell.       </w:t>
            </w:r>
            <w:r w:rsidRPr="00EB5585">
              <w:rPr>
                <w:b/>
                <w:highlight w:val="yellow"/>
              </w:rPr>
              <w:t>10 marks</w:t>
            </w:r>
          </w:p>
          <w:p w:rsidR="00D13534" w:rsidRPr="00EB5585" w:rsidRDefault="00D13534" w:rsidP="0011097F">
            <w:r w:rsidRPr="00EB5585">
              <w:t>Determine the overall cell reaction and the standard potential.  Write the cell chemistry using cell notation with vertical lines separating components.</w:t>
            </w:r>
          </w:p>
          <w:p w:rsidR="00D13534" w:rsidRPr="00EB5585" w:rsidRDefault="00D13534" w:rsidP="0011097F">
            <w:r w:rsidRPr="00EB5585">
              <w:t>I</w:t>
            </w:r>
            <w:r w:rsidRPr="00EB5585">
              <w:rPr>
                <w:vertAlign w:val="subscript"/>
              </w:rPr>
              <w:t xml:space="preserve">2 </w:t>
            </w:r>
            <w:r w:rsidRPr="00EB5585">
              <w:t>(s)            +               2e-   →      2 I</w:t>
            </w:r>
            <w:r w:rsidRPr="00EB5585">
              <w:rPr>
                <w:vertAlign w:val="superscript"/>
              </w:rPr>
              <w:t>-</w:t>
            </w:r>
            <w:r w:rsidRPr="00EB5585">
              <w:t>(aq);            E</w:t>
            </w:r>
            <w:r w:rsidRPr="00EB5585">
              <w:rPr>
                <w:vertAlign w:val="superscript"/>
              </w:rPr>
              <w:t>0</w:t>
            </w:r>
            <w:r w:rsidRPr="00EB5585">
              <w:t>=    0.5355  V</w:t>
            </w:r>
          </w:p>
          <w:p w:rsidR="00D13534" w:rsidRPr="00EB5585" w:rsidRDefault="00D13534" w:rsidP="0011097F">
            <w:r w:rsidRPr="00EB5585">
              <w:t>Fe</w:t>
            </w:r>
            <w:r w:rsidRPr="00EB5585">
              <w:rPr>
                <w:vertAlign w:val="superscript"/>
              </w:rPr>
              <w:t>2+</w:t>
            </w:r>
            <w:r w:rsidRPr="00EB5585">
              <w:t>(aq)      +               2e- →       Fe   (s);               E</w:t>
            </w:r>
            <w:r w:rsidRPr="00EB5585">
              <w:rPr>
                <w:vertAlign w:val="superscript"/>
              </w:rPr>
              <w:t>0</w:t>
            </w:r>
            <w:r w:rsidRPr="00EB5585">
              <w:t>=    - 0.447 V</w:t>
            </w:r>
          </w:p>
        </w:tc>
      </w:tr>
    </w:tbl>
    <w:p w:rsidR="00D13534" w:rsidRPr="00EB5585" w:rsidRDefault="00D13534" w:rsidP="00AB6A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31"/>
      </w:tblGrid>
      <w:tr w:rsidR="00D13534" w:rsidRPr="00EB5585" w:rsidTr="00724823">
        <w:trPr>
          <w:trHeight w:val="4489"/>
        </w:trPr>
        <w:tc>
          <w:tcPr>
            <w:tcW w:w="9576" w:type="dxa"/>
          </w:tcPr>
          <w:p w:rsidR="00D13534" w:rsidRPr="00EB5585" w:rsidRDefault="00D13534" w:rsidP="0011097F">
            <w:r w:rsidRPr="00EB5585">
              <w:t>Your Solution:</w:t>
            </w:r>
          </w:p>
        </w:tc>
      </w:tr>
    </w:tbl>
    <w:p w:rsidR="00D13534" w:rsidRPr="00EB5585" w:rsidRDefault="00D13534" w:rsidP="00AB6AB6"/>
    <w:p w:rsidR="00D13534" w:rsidRPr="00EB5585" w:rsidRDefault="00D13534" w:rsidP="00AB6AB6">
      <w:r w:rsidRPr="00EB5585">
        <w:t>18.In an electrolytic cell, how many grams of Cu could be plated out of a CuSO4 solution at a current of 5.00 A for 2.00 min? (</w:t>
      </w:r>
      <w:r w:rsidRPr="00EB5585">
        <w:rPr>
          <w:i/>
          <w:iCs/>
        </w:rPr>
        <w:t xml:space="preserve">F </w:t>
      </w:r>
      <w:r w:rsidRPr="00EB5585">
        <w:t xml:space="preserve">= 96500 C/mol).  Show your work.     </w:t>
      </w:r>
      <w:r w:rsidRPr="00EB5585">
        <w:tab/>
      </w:r>
      <w:r w:rsidRPr="00EB5585">
        <w:tab/>
      </w:r>
      <w:r w:rsidRPr="00EB5585">
        <w:tab/>
      </w:r>
      <w:r w:rsidRPr="00EB5585">
        <w:rPr>
          <w:b/>
          <w:highlight w:val="yellow"/>
        </w:rPr>
        <w:t>10 marks</w:t>
      </w:r>
    </w:p>
    <w:p w:rsidR="00D13534" w:rsidRPr="00EB5585" w:rsidRDefault="00D13534" w:rsidP="00AB6AB6">
      <w:pPr>
        <w:pStyle w:val="Default"/>
        <w:spacing w:before="100" w:after="100"/>
        <w:ind w:left="720" w:hanging="360"/>
        <w:rPr>
          <w:rFonts w:ascii="Calibri" w:hAnsi="Calibri"/>
          <w:sz w:val="22"/>
          <w:szCs w:val="22"/>
        </w:rPr>
      </w:pPr>
      <w:r w:rsidRPr="00EB5585">
        <w:rPr>
          <w:rFonts w:ascii="Calibri" w:hAnsi="Calibri"/>
          <w:sz w:val="22"/>
          <w:szCs w:val="22"/>
        </w:rPr>
        <w:t xml:space="preserve">a. 318 g </w:t>
      </w:r>
    </w:p>
    <w:p w:rsidR="00D13534" w:rsidRPr="00EB5585" w:rsidRDefault="00D13534" w:rsidP="00AB6AB6">
      <w:pPr>
        <w:pStyle w:val="Default"/>
        <w:spacing w:before="100" w:after="100"/>
        <w:ind w:left="720" w:hanging="360"/>
        <w:rPr>
          <w:rFonts w:ascii="Calibri" w:hAnsi="Calibri"/>
          <w:sz w:val="22"/>
          <w:szCs w:val="22"/>
        </w:rPr>
      </w:pPr>
      <w:r w:rsidRPr="00EB5585">
        <w:rPr>
          <w:rFonts w:ascii="Calibri" w:hAnsi="Calibri"/>
          <w:sz w:val="22"/>
          <w:szCs w:val="22"/>
        </w:rPr>
        <w:t xml:space="preserve">b. 0.395 g </w:t>
      </w:r>
    </w:p>
    <w:p w:rsidR="00D13534" w:rsidRPr="00EB5585" w:rsidRDefault="00D13534" w:rsidP="00AB6AB6">
      <w:pPr>
        <w:pStyle w:val="Default"/>
        <w:spacing w:before="100" w:after="100"/>
        <w:ind w:left="720" w:hanging="360"/>
        <w:rPr>
          <w:rFonts w:ascii="Calibri" w:hAnsi="Calibri"/>
          <w:sz w:val="22"/>
          <w:szCs w:val="22"/>
        </w:rPr>
      </w:pPr>
      <w:r w:rsidRPr="00EB5585">
        <w:rPr>
          <w:rFonts w:ascii="Calibri" w:hAnsi="Calibri"/>
          <w:sz w:val="22"/>
          <w:szCs w:val="22"/>
        </w:rPr>
        <w:t xml:space="preserve">c. 0.329 x 10-3 g </w:t>
      </w:r>
    </w:p>
    <w:p w:rsidR="00D13534" w:rsidRPr="00EB5585" w:rsidRDefault="00D13534" w:rsidP="00AB6AB6">
      <w:pPr>
        <w:pStyle w:val="Default"/>
        <w:spacing w:before="100" w:after="100"/>
        <w:ind w:left="720" w:hanging="360"/>
        <w:rPr>
          <w:rFonts w:ascii="Calibri" w:hAnsi="Calibri"/>
          <w:sz w:val="22"/>
          <w:szCs w:val="22"/>
        </w:rPr>
      </w:pPr>
      <w:r w:rsidRPr="00EB5585">
        <w:rPr>
          <w:rFonts w:ascii="Calibri" w:hAnsi="Calibri"/>
          <w:sz w:val="22"/>
          <w:szCs w:val="22"/>
        </w:rPr>
        <w:t xml:space="preserve">d. 0.198 g </w:t>
      </w:r>
    </w:p>
    <w:p w:rsidR="00D13534" w:rsidRPr="00EB5585" w:rsidRDefault="00D13534" w:rsidP="00AB6AB6">
      <w:pPr>
        <w:pStyle w:val="Default"/>
        <w:spacing w:before="100" w:after="100"/>
        <w:ind w:left="720" w:hanging="360"/>
        <w:rPr>
          <w:rFonts w:ascii="Calibri" w:hAnsi="Calibri"/>
          <w:sz w:val="22"/>
          <w:szCs w:val="22"/>
        </w:rPr>
      </w:pPr>
      <w:r w:rsidRPr="00EB5585">
        <w:rPr>
          <w:rFonts w:ascii="Calibri" w:hAnsi="Calibri"/>
          <w:sz w:val="22"/>
          <w:szCs w:val="22"/>
        </w:rPr>
        <w:t>e. 5.31 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31"/>
      </w:tblGrid>
      <w:tr w:rsidR="00D13534" w:rsidRPr="00EB5585" w:rsidTr="005E6A88">
        <w:tc>
          <w:tcPr>
            <w:tcW w:w="9331" w:type="dxa"/>
          </w:tcPr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</w:rPr>
            </w:pPr>
            <w:r w:rsidRPr="00EB5585">
              <w:rPr>
                <w:rFonts w:ascii="Calibri" w:hAnsi="Calibri"/>
                <w:sz w:val="22"/>
                <w:szCs w:val="22"/>
              </w:rPr>
              <w:t>Solution:</w:t>
            </w: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:rsidR="00D13534" w:rsidRPr="00EB5585" w:rsidRDefault="00D13534" w:rsidP="005E6A88">
            <w:pPr>
              <w:pStyle w:val="Default"/>
              <w:spacing w:before="100" w:after="100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:rsidR="00D13534" w:rsidRPr="00EB5585" w:rsidRDefault="00D13534" w:rsidP="00AB6AB6">
      <w:pPr>
        <w:pStyle w:val="Default"/>
        <w:spacing w:before="100" w:after="100"/>
        <w:rPr>
          <w:rFonts w:ascii="Calibri" w:hAnsi="Calibri"/>
          <w:sz w:val="22"/>
          <w:szCs w:val="22"/>
          <w:highlight w:val="yellow"/>
        </w:rPr>
      </w:pPr>
    </w:p>
    <w:tbl>
      <w:tblPr>
        <w:tblW w:w="9513" w:type="dxa"/>
        <w:jc w:val="center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13"/>
      </w:tblGrid>
      <w:tr w:rsidR="00D13534" w:rsidRPr="00EB5585" w:rsidTr="0011097F">
        <w:trPr>
          <w:jc w:val="center"/>
        </w:trPr>
        <w:tc>
          <w:tcPr>
            <w:tcW w:w="9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13534" w:rsidRPr="00EB5585" w:rsidRDefault="00D13534" w:rsidP="0011097F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 w:rsidRPr="00EB5585">
              <w:rPr>
                <w:rFonts w:cs="Tahoma"/>
                <w:b/>
                <w:sz w:val="32"/>
                <w:szCs w:val="32"/>
                <w:lang w:val="en-US"/>
              </w:rPr>
              <w:t>COMMUNICATION</w:t>
            </w:r>
          </w:p>
          <w:p w:rsidR="00D13534" w:rsidRPr="00EB5585" w:rsidRDefault="00D13534" w:rsidP="00AF5F86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24"/>
                <w:szCs w:val="24"/>
                <w:lang w:val="en-US"/>
              </w:rPr>
            </w:pPr>
            <w:r w:rsidRPr="00EB5585">
              <w:rPr>
                <w:rFonts w:cs="Tahoma"/>
                <w:b/>
                <w:sz w:val="24"/>
                <w:szCs w:val="24"/>
                <w:lang w:val="en-US"/>
              </w:rPr>
              <w:t>10 marks (15/1.5)</w:t>
            </w:r>
          </w:p>
        </w:tc>
      </w:tr>
    </w:tbl>
    <w:p w:rsidR="00D13534" w:rsidRPr="00EB5585" w:rsidRDefault="00D13534" w:rsidP="00AB6AB6"/>
    <w:p w:rsidR="00D13534" w:rsidRPr="00EB5585" w:rsidRDefault="00D13534" w:rsidP="0011097F">
      <w:r w:rsidRPr="00EB5585">
        <w:t>19.  Jerome, your classmate is having trouble understanding the concepts of reduction and oxidation.  Explain these concepts to Jerome. Feel free to use acronyms, diagrams, concept maps, examples etc. to explain.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rPr>
          <w:b/>
          <w:highlight w:val="yellow"/>
        </w:rPr>
        <w:t>5 marks</w:t>
      </w:r>
    </w:p>
    <w:p w:rsidR="00D13534" w:rsidRPr="00EB5585" w:rsidRDefault="00D13534" w:rsidP="00AB6AB6">
      <w:r w:rsidRPr="00EB5585">
        <w:t>Hints: You can provide definitions for the two terms.  Provide him with the acronyms for remembering what each concept involves that we learned in class.</w:t>
      </w:r>
    </w:p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>
      <w:r w:rsidRPr="00EB5585">
        <w:t>20. Draw a diagram of an electrolytic cell and galvanic cell and explain the difference between both. Be sure to include flow of electron, electrical potential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rPr>
          <w:b/>
          <w:highlight w:val="yellow"/>
        </w:rPr>
        <w:t>10 marks</w:t>
      </w:r>
    </w:p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p w:rsidR="00D13534" w:rsidRPr="00EB5585" w:rsidRDefault="00D13534" w:rsidP="00AB6AB6"/>
    <w:tbl>
      <w:tblPr>
        <w:tblW w:w="9513" w:type="dxa"/>
        <w:jc w:val="center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13"/>
      </w:tblGrid>
      <w:tr w:rsidR="00D13534" w:rsidRPr="00EB5585" w:rsidTr="0011097F">
        <w:trPr>
          <w:jc w:val="center"/>
        </w:trPr>
        <w:tc>
          <w:tcPr>
            <w:tcW w:w="9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13534" w:rsidRPr="00EB5585" w:rsidRDefault="00D13534" w:rsidP="0011097F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 w:rsidRPr="00EB5585">
              <w:rPr>
                <w:rFonts w:cs="Tahoma"/>
                <w:b/>
                <w:sz w:val="32"/>
                <w:szCs w:val="32"/>
                <w:lang w:val="en-US"/>
              </w:rPr>
              <w:t>APPLICATION</w:t>
            </w:r>
          </w:p>
          <w:p w:rsidR="00D13534" w:rsidRPr="00EB5585" w:rsidRDefault="00D13534" w:rsidP="00AF5F86">
            <w:pPr>
              <w:tabs>
                <w:tab w:val="left" w:pos="25"/>
                <w:tab w:val="center" w:pos="5049"/>
                <w:tab w:val="left" w:pos="5760"/>
                <w:tab w:val="right" w:pos="10278"/>
              </w:tabs>
              <w:ind w:left="-180" w:right="-270"/>
              <w:jc w:val="center"/>
              <w:rPr>
                <w:rFonts w:cs="Tahoma"/>
                <w:b/>
                <w:sz w:val="24"/>
                <w:szCs w:val="24"/>
                <w:lang w:val="en-US"/>
              </w:rPr>
            </w:pPr>
            <w:r w:rsidRPr="00EB5585">
              <w:rPr>
                <w:rFonts w:cs="Tahoma"/>
                <w:b/>
                <w:sz w:val="24"/>
                <w:szCs w:val="24"/>
                <w:lang w:val="en-US"/>
              </w:rPr>
              <w:t>10 marks (20/2)</w:t>
            </w:r>
          </w:p>
        </w:tc>
        <w:bookmarkStart w:id="0" w:name="_GoBack"/>
        <w:bookmarkEnd w:id="0"/>
      </w:tr>
    </w:tbl>
    <w:p w:rsidR="00D13534" w:rsidRPr="00EB5585" w:rsidRDefault="00D13534" w:rsidP="00AB6AB6">
      <w:pPr>
        <w:tabs>
          <w:tab w:val="left" w:pos="6649"/>
        </w:tabs>
        <w:rPr>
          <w:b/>
        </w:rPr>
      </w:pPr>
    </w:p>
    <w:p w:rsidR="00D13534" w:rsidRPr="00EB5585" w:rsidRDefault="00D13534" w:rsidP="00AB6AB6">
      <w:pPr>
        <w:tabs>
          <w:tab w:val="left" w:pos="6649"/>
        </w:tabs>
        <w:rPr>
          <w:b/>
          <w:sz w:val="28"/>
          <w:szCs w:val="28"/>
        </w:rPr>
      </w:pPr>
      <w:r w:rsidRPr="00EB5585">
        <w:rPr>
          <w:b/>
          <w:sz w:val="28"/>
          <w:szCs w:val="28"/>
        </w:rPr>
        <w:t xml:space="preserve">NOTE:  </w:t>
      </w:r>
      <w:r w:rsidRPr="00EB5585">
        <w:rPr>
          <w:b/>
          <w:sz w:val="28"/>
          <w:szCs w:val="28"/>
          <w:u w:val="single"/>
        </w:rPr>
        <w:t>CHOOSE</w:t>
      </w:r>
      <w:r w:rsidRPr="00EB5585">
        <w:rPr>
          <w:b/>
          <w:sz w:val="28"/>
          <w:szCs w:val="28"/>
        </w:rPr>
        <w:t xml:space="preserve"> either 21 or 22</w:t>
      </w:r>
    </w:p>
    <w:p w:rsidR="00D13534" w:rsidRPr="00EB5585" w:rsidRDefault="00D13534" w:rsidP="00AB6AB6">
      <w:pPr>
        <w:tabs>
          <w:tab w:val="left" w:pos="6649"/>
        </w:tabs>
        <w:rPr>
          <w:b/>
        </w:rPr>
      </w:pPr>
      <w:r w:rsidRPr="00EB5585">
        <w:t>21.</w:t>
      </w:r>
      <w:r w:rsidRPr="00EB5585">
        <w:rPr>
          <w:b/>
        </w:rPr>
        <w:t xml:space="preserve"> The Automobile Lead Storage Battery:                    </w:t>
      </w:r>
      <w:r w:rsidRPr="00EB5585">
        <w:rPr>
          <w:b/>
        </w:rPr>
        <w:tab/>
      </w:r>
      <w:r w:rsidRPr="00EB5585">
        <w:rPr>
          <w:b/>
        </w:rPr>
        <w:tab/>
      </w:r>
      <w:r w:rsidRPr="00EB5585">
        <w:rPr>
          <w:b/>
          <w:highlight w:val="yellow"/>
        </w:rPr>
        <w:t>10 marks</w:t>
      </w:r>
    </w:p>
    <w:p w:rsidR="00D13534" w:rsidRPr="00EB5585" w:rsidRDefault="00D13534" w:rsidP="00AB6AB6">
      <w:r w:rsidRPr="00EB5585">
        <w:t>. What is the function of the acid in the lead-acid storage battery used in cars?</w:t>
      </w:r>
      <w:r w:rsidRPr="00EB5585">
        <w:tab/>
      </w:r>
      <w:r w:rsidRPr="00EB5585">
        <w:tab/>
      </w:r>
      <w:r w:rsidRPr="00EB5585">
        <w:tab/>
        <w:t>(2)</w:t>
      </w:r>
    </w:p>
    <w:p w:rsidR="00D13534" w:rsidRPr="00EB5585" w:rsidRDefault="00D13534" w:rsidP="00AB6AB6">
      <w:r w:rsidRPr="00EB5585">
        <w:t xml:space="preserve">________________________________________________________________________________ </w:t>
      </w:r>
    </w:p>
    <w:p w:rsidR="00D13534" w:rsidRPr="00EB5585" w:rsidRDefault="00D13534" w:rsidP="00AB6AB6">
      <w:r w:rsidRPr="00EB5585">
        <w:t>The net reaction when a lead acid battery is discharged is the following:</w:t>
      </w:r>
    </w:p>
    <w:p w:rsidR="00D13534" w:rsidRPr="00EB5585" w:rsidRDefault="00D13534" w:rsidP="00AB6AB6">
      <w:r w:rsidRPr="00EB5585">
        <w:t>PbO</w:t>
      </w:r>
      <w:r w:rsidRPr="00EB5585">
        <w:rPr>
          <w:vertAlign w:val="subscript"/>
        </w:rPr>
        <w:t>2</w:t>
      </w:r>
      <w:r w:rsidRPr="00EB5585">
        <w:t>+  Pb   + 2 H</w:t>
      </w:r>
      <w:r w:rsidRPr="00EB5585">
        <w:rPr>
          <w:vertAlign w:val="subscript"/>
        </w:rPr>
        <w:t>2</w:t>
      </w:r>
      <w:r w:rsidRPr="00EB5585">
        <w:t>SO</w:t>
      </w:r>
      <w:r w:rsidRPr="00EB5585">
        <w:rPr>
          <w:vertAlign w:val="subscript"/>
        </w:rPr>
        <w:t>4</w:t>
      </w:r>
      <w:r w:rsidRPr="00EB5585">
        <w:t xml:space="preserve">  →  2 PbSO</w:t>
      </w:r>
      <w:r w:rsidRPr="00EB5585">
        <w:rPr>
          <w:vertAlign w:val="subscript"/>
        </w:rPr>
        <w:t>4</w:t>
      </w:r>
      <w:r w:rsidRPr="00EB5585">
        <w:t xml:space="preserve">  + 2 H</w:t>
      </w:r>
      <w:r w:rsidRPr="00EB5585">
        <w:rPr>
          <w:vertAlign w:val="subscript"/>
        </w:rPr>
        <w:t>2</w:t>
      </w:r>
      <w:r w:rsidRPr="00EB5585">
        <w:t>0</w:t>
      </w:r>
    </w:p>
    <w:p w:rsidR="00D13534" w:rsidRPr="00EB5585" w:rsidRDefault="00D13534" w:rsidP="00AB6AB6">
      <w:r w:rsidRPr="00EB5585">
        <w:t>ii) Lead is both oxidized and reduced in the net reaction.  Write the redox equation for each reaction. Hint: There is only a gain of 2 electrons by the lead.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  <w:t>(2)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iii) Write the reaction for the formation of lead sulphate.  Your equation should show what happens to the Pb</w:t>
      </w:r>
      <w:r w:rsidRPr="00EB5585">
        <w:rPr>
          <w:vertAlign w:val="superscript"/>
        </w:rPr>
        <w:t>2+</w:t>
      </w:r>
      <w:r w:rsidRPr="00EB5585">
        <w:t>.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  <w:t>(2)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/>
    <w:p w:rsidR="00D13534" w:rsidRPr="00EB5585" w:rsidRDefault="00D13534" w:rsidP="00AB6AB6">
      <w:r w:rsidRPr="00EB5585">
        <w:t>iv) Why does leaving on the lights or radio for too long with the engine off make the car battery go dead?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  <w:t>(2)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v) What should you do if you have a dead car battery and why?</w:t>
      </w:r>
      <w:r w:rsidRPr="00EB5585">
        <w:tab/>
      </w:r>
      <w:r w:rsidRPr="00EB5585">
        <w:tab/>
      </w:r>
      <w:r w:rsidRPr="00EB5585">
        <w:tab/>
      </w:r>
      <w:r w:rsidRPr="00EB5585">
        <w:tab/>
      </w:r>
      <w:r w:rsidRPr="00EB5585">
        <w:tab/>
        <w:t>(2)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r w:rsidRPr="00EB5585">
        <w:t>__________________________________________________________________________________</w:t>
      </w:r>
    </w:p>
    <w:p w:rsidR="00D13534" w:rsidRPr="00EB5585" w:rsidRDefault="00D13534" w:rsidP="00AB6AB6">
      <w:pPr>
        <w:rPr>
          <w:lang w:val="en-US"/>
        </w:rPr>
      </w:pPr>
    </w:p>
    <w:p w:rsidR="00D13534" w:rsidRPr="00EB5585" w:rsidRDefault="00D13534" w:rsidP="00AB6AB6">
      <w:pPr>
        <w:rPr>
          <w:lang w:val="en-US"/>
        </w:rPr>
      </w:pPr>
    </w:p>
    <w:p w:rsidR="00D13534" w:rsidRPr="00EB5585" w:rsidRDefault="00D13534" w:rsidP="00AB6AB6">
      <w:pPr>
        <w:rPr>
          <w:lang w:val="en-US"/>
        </w:rPr>
      </w:pPr>
    </w:p>
    <w:p w:rsidR="00D13534" w:rsidRPr="00EB5585" w:rsidRDefault="00D13534" w:rsidP="00AB6AB6">
      <w:pPr>
        <w:rPr>
          <w:lang w:val="en-US"/>
        </w:rPr>
      </w:pPr>
    </w:p>
    <w:p w:rsidR="00D13534" w:rsidRPr="00EB5585" w:rsidRDefault="00D13534" w:rsidP="00AB6AB6">
      <w:pPr>
        <w:pStyle w:val="question"/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eastAsia="Times New Roman" w:hAnsi="Calibri"/>
          <w:lang w:val="en-US" w:eastAsia="en-US"/>
        </w:rPr>
      </w:pPr>
    </w:p>
    <w:p w:rsidR="00D13534" w:rsidRPr="00EB5585" w:rsidRDefault="00D13534" w:rsidP="00AB6AB6">
      <w:pPr>
        <w:pStyle w:val="question"/>
        <w:tabs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Calibri" w:hAnsi="Calibri"/>
        </w:rPr>
      </w:pPr>
    </w:p>
    <w:p w:rsidR="00D13534" w:rsidRPr="00EB5585" w:rsidRDefault="00D13534" w:rsidP="00AB6AB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Calibri" w:hAnsi="Calibri"/>
          <w:bCs/>
        </w:rPr>
      </w:pPr>
      <w:r w:rsidRPr="00EB5585">
        <w:rPr>
          <w:rFonts w:ascii="Calibri" w:hAnsi="Calibri"/>
          <w:bCs/>
        </w:rPr>
        <w:t xml:space="preserve">22.   </w:t>
      </w:r>
      <w:r w:rsidRPr="00EB5585">
        <w:rPr>
          <w:rFonts w:ascii="Calibri" w:hAnsi="Calibri"/>
          <w:b/>
          <w:bCs/>
        </w:rPr>
        <w:t>Electrolysis – HAIR REMOVAL</w:t>
      </w:r>
    </w:p>
    <w:p w:rsidR="00D13534" w:rsidRPr="00EB5585" w:rsidRDefault="00D13534" w:rsidP="00AB6AB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Calibri" w:hAnsi="Calibri"/>
        </w:rPr>
      </w:pPr>
      <w:r w:rsidRPr="00EB5585">
        <w:rPr>
          <w:rFonts w:ascii="Calibri" w:hAnsi="Calibri"/>
        </w:rPr>
        <w:tab/>
        <w:t>Electrolysis can be used to remove unwanted hair from the skin.</w:t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  <w:b/>
          <w:highlight w:val="yellow"/>
        </w:rPr>
        <w:t>10 marks</w:t>
      </w:r>
    </w:p>
    <w:p w:rsidR="00D13534" w:rsidRPr="00EB5585" w:rsidRDefault="00D13534" w:rsidP="004E6AF2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hAnsi="Calibri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247.05pt;margin-top:30.8pt;width:225pt;height:148.5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" filled="f" stroked="f">
            <v:textbox>
              <w:txbxContent>
                <w:p w:rsidR="00D13534" w:rsidRPr="005E6A88" w:rsidRDefault="00D13534" w:rsidP="00901DFE">
                  <w:pPr>
                    <w:pStyle w:val="question"/>
                    <w:pBdr>
                      <w:bottom w:val="single" w:sz="4" w:space="1" w:color="auto"/>
                    </w:pBdr>
                    <w:tabs>
                      <w:tab w:val="left" w:pos="567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ind w:left="0" w:firstLine="0"/>
                    <w:rPr>
                      <w:rFonts w:ascii="Calibri" w:hAnsi="Calibri"/>
                      <w:b/>
                    </w:rPr>
                  </w:pPr>
                  <w:r w:rsidRPr="005E6A88">
                    <w:rPr>
                      <w:rFonts w:ascii="Calibri" w:hAnsi="Calibri"/>
                      <w:b/>
                    </w:rPr>
                    <w:t>The hair is first coated with a layer of gel containing ions in solution.</w:t>
                  </w:r>
                </w:p>
                <w:p w:rsidR="00D13534" w:rsidRPr="005E6A88" w:rsidRDefault="00D13534" w:rsidP="00901DFE">
                  <w:pPr>
                    <w:pStyle w:val="question"/>
                    <w:pBdr>
                      <w:bottom w:val="single" w:sz="4" w:space="1" w:color="auto"/>
                    </w:pBdr>
                    <w:tabs>
                      <w:tab w:val="left" w:pos="567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ind w:left="0" w:firstLine="0"/>
                    <w:rPr>
                      <w:rFonts w:ascii="Calibri" w:hAnsi="Calibri"/>
                      <w:b/>
                    </w:rPr>
                  </w:pPr>
                  <w:r w:rsidRPr="005E6A88">
                    <w:rPr>
                      <w:rFonts w:ascii="Calibri" w:hAnsi="Calibri"/>
                      <w:b/>
                    </w:rPr>
                    <w:t>The positive electrode is connected to a patch to the skin.</w:t>
                  </w:r>
                </w:p>
                <w:p w:rsidR="00D13534" w:rsidRPr="005E6A88" w:rsidRDefault="00D13534" w:rsidP="00901DFE">
                  <w:pPr>
                    <w:pStyle w:val="question"/>
                    <w:pBdr>
                      <w:bottom w:val="single" w:sz="4" w:space="1" w:color="auto"/>
                    </w:pBdr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ind w:left="0" w:firstLine="0"/>
                    <w:rPr>
                      <w:rFonts w:ascii="Calibri" w:hAnsi="Calibri"/>
                      <w:b/>
                    </w:rPr>
                  </w:pPr>
                  <w:r w:rsidRPr="005E6A88">
                    <w:rPr>
                      <w:rFonts w:ascii="Calibri" w:hAnsi="Calibri"/>
                      <w:b/>
                    </w:rPr>
                    <w:t>The negative electrode is connected to the hair. Electricity flows through the gel and causes electrolysis of the body fluid around the hair follicle.</w:t>
                  </w:r>
                </w:p>
                <w:p w:rsidR="00D13534" w:rsidRDefault="00D13534" w:rsidP="00901DFE">
                  <w:pPr>
                    <w:pBdr>
                      <w:bottom w:val="single" w:sz="4" w:space="1" w:color="auto"/>
                    </w:pBdr>
                  </w:pPr>
                </w:p>
              </w:txbxContent>
            </v:textbox>
            <w10:wrap type="square"/>
          </v:shape>
        </w:pict>
      </w:r>
      <w:r w:rsidRPr="00EB5585">
        <w:rPr>
          <w:rFonts w:ascii="Calibri" w:hAnsi="Calibri"/>
          <w:noProof/>
          <w:lang w:val="en-US" w:eastAsia="en-US"/>
        </w:rPr>
        <w:pict>
          <v:shape id="Picture 12" o:spid="_x0000_i1027" type="#_x0000_t75" style="width:200.25pt;height:186.75pt;visibility:visible">
            <v:imagedata r:id="rId9" o:title=""/>
          </v:shape>
        </w:pict>
      </w:r>
    </w:p>
    <w:p w:rsidR="00D13534" w:rsidRPr="00EB5585" w:rsidRDefault="00D13534" w:rsidP="004E6AF2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rFonts w:ascii="Calibri" w:hAnsi="Calibri"/>
        </w:rPr>
      </w:pPr>
    </w:p>
    <w:p w:rsidR="00D13534" w:rsidRPr="00EB5585" w:rsidRDefault="00D13534" w:rsidP="0019448C">
      <w:pPr>
        <w:pStyle w:val="indent1"/>
        <w:numPr>
          <w:ilvl w:val="0"/>
          <w:numId w:val="18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hAnsi="Calibri"/>
        </w:rPr>
      </w:pPr>
      <w:r w:rsidRPr="00EB5585">
        <w:rPr>
          <w:rFonts w:ascii="Calibri" w:hAnsi="Calibri"/>
        </w:rPr>
        <w:t>Metal wires conduct electricity to the electrodes.</w:t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</w:p>
    <w:p w:rsidR="00D13534" w:rsidRPr="00EB5585" w:rsidRDefault="00D13534" w:rsidP="0019448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147" w:firstLine="0"/>
        <w:rPr>
          <w:rFonts w:ascii="Calibri" w:hAnsi="Calibri"/>
        </w:rPr>
      </w:pPr>
      <w:r w:rsidRPr="00EB5585">
        <w:rPr>
          <w:rFonts w:ascii="Calibri" w:hAnsi="Calibri"/>
        </w:rPr>
        <w:t>Explain how metals conduct electricity.</w:t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  <w:t>(3)</w:t>
      </w:r>
    </w:p>
    <w:p w:rsidR="00D13534" w:rsidRPr="00EB5585" w:rsidRDefault="00D13534" w:rsidP="0019448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rFonts w:ascii="Calibri" w:hAnsi="Calibri"/>
        </w:rPr>
      </w:pPr>
    </w:p>
    <w:p w:rsidR="00D13534" w:rsidRPr="00EB5585" w:rsidRDefault="00D13534" w:rsidP="0019448C">
      <w:r w:rsidRPr="00EB5585">
        <w:t>__________________________________________________________________________________</w:t>
      </w:r>
    </w:p>
    <w:p w:rsidR="00D13534" w:rsidRPr="00EB5585" w:rsidRDefault="00D13534" w:rsidP="0019448C">
      <w:r w:rsidRPr="00EB5585">
        <w:t>_________________________________________________________________________________</w:t>
      </w:r>
      <w:r w:rsidRPr="00EB5585">
        <w:tab/>
      </w:r>
    </w:p>
    <w:p w:rsidR="00D13534" w:rsidRPr="00EB5585" w:rsidRDefault="00D13534" w:rsidP="0019448C">
      <w:pPr>
        <w:pStyle w:val="indent1"/>
        <w:numPr>
          <w:ilvl w:val="0"/>
          <w:numId w:val="18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hAnsi="Calibri"/>
        </w:rPr>
      </w:pPr>
      <w:r w:rsidRPr="00EB5585">
        <w:rPr>
          <w:rFonts w:ascii="Calibri" w:hAnsi="Calibri"/>
        </w:rPr>
        <w:t>Explain why the gel containing ions in solution can conduct electricity.</w:t>
      </w:r>
      <w:r w:rsidRPr="00EB5585">
        <w:rPr>
          <w:rFonts w:ascii="Calibri" w:hAnsi="Calibri"/>
        </w:rPr>
        <w:tab/>
        <w:t>(3)</w:t>
      </w:r>
      <w:r w:rsidRPr="00EB5585">
        <w:rPr>
          <w:rFonts w:ascii="Calibri" w:hAnsi="Calibri"/>
        </w:rPr>
        <w:tab/>
      </w:r>
    </w:p>
    <w:p w:rsidR="00D13534" w:rsidRPr="00EB5585" w:rsidRDefault="00D13534" w:rsidP="0019448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147" w:firstLine="0"/>
        <w:rPr>
          <w:rFonts w:ascii="Calibri" w:hAnsi="Calibri"/>
        </w:rPr>
      </w:pPr>
    </w:p>
    <w:p w:rsidR="00D13534" w:rsidRPr="00EB5585" w:rsidRDefault="00D13534" w:rsidP="0019448C">
      <w:r w:rsidRPr="00EB5585">
        <w:t>__________________________________________________________________________________</w:t>
      </w:r>
    </w:p>
    <w:p w:rsidR="00D13534" w:rsidRPr="00EB5585" w:rsidRDefault="00D13534" w:rsidP="0019448C">
      <w:r w:rsidRPr="00EB5585">
        <w:t>__________________________________________________________________________________</w:t>
      </w:r>
    </w:p>
    <w:p w:rsidR="00D13534" w:rsidRPr="00EB5585" w:rsidRDefault="00D13534" w:rsidP="00AB6AB6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hAnsi="Calibri"/>
        </w:rPr>
      </w:pPr>
      <w:r w:rsidRPr="00EB5585">
        <w:rPr>
          <w:rFonts w:ascii="Calibri" w:hAnsi="Calibri"/>
        </w:rPr>
        <w:t>(c)</w:t>
      </w:r>
      <w:r w:rsidRPr="00EB5585">
        <w:rPr>
          <w:rFonts w:ascii="Calibri" w:hAnsi="Calibri"/>
        </w:rPr>
        <w:tab/>
        <w:t>The body fluid is a solution that contains sodium chloride. The electricity causes the electrolysis of a small amount of this solution.</w:t>
      </w:r>
    </w:p>
    <w:p w:rsidR="00D13534" w:rsidRPr="00EB5585" w:rsidRDefault="00D13534" w:rsidP="00AB6AB6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hAnsi="Calibri"/>
        </w:rPr>
      </w:pPr>
      <w:r w:rsidRPr="00EB5585">
        <w:rPr>
          <w:rFonts w:ascii="Calibri" w:hAnsi="Calibri"/>
        </w:rPr>
        <w:tab/>
        <w:t>This solution contains hydrogen ions that move to the negative electrode.</w:t>
      </w:r>
    </w:p>
    <w:p w:rsidR="00D13534" w:rsidRPr="00EB5585" w:rsidRDefault="00D13534" w:rsidP="00AB6AB6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alibri" w:hAnsi="Calibri"/>
        </w:rPr>
      </w:pPr>
      <w:r w:rsidRPr="00EB5585">
        <w:rPr>
          <w:rFonts w:ascii="Calibri" w:hAnsi="Calibri"/>
        </w:rPr>
        <w:t>(i)</w:t>
      </w:r>
      <w:r w:rsidRPr="00EB5585">
        <w:rPr>
          <w:rFonts w:ascii="Calibri" w:hAnsi="Calibri"/>
        </w:rPr>
        <w:tab/>
        <w:t>The half equation represents the reaction at the negative electrode.</w:t>
      </w:r>
    </w:p>
    <w:p w:rsidR="00D13534" w:rsidRPr="00EB5585" w:rsidRDefault="00D13534" w:rsidP="00AB6AB6">
      <w:pPr>
        <w:pStyle w:val="indent2"/>
        <w:tabs>
          <w:tab w:val="left" w:pos="1701"/>
          <w:tab w:val="left" w:pos="2410"/>
          <w:tab w:val="left" w:pos="2977"/>
          <w:tab w:val="left" w:pos="3686"/>
          <w:tab w:val="left" w:pos="439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alibri" w:hAnsi="Calibri"/>
        </w:rPr>
      </w:pPr>
      <w:r w:rsidRPr="00EB5585">
        <w:rPr>
          <w:rFonts w:ascii="Calibri" w:hAnsi="Calibri"/>
        </w:rPr>
        <w:tab/>
        <w:t>2H</w:t>
      </w:r>
      <w:r w:rsidRPr="00EB5585">
        <w:rPr>
          <w:rFonts w:ascii="Calibri" w:hAnsi="Calibri"/>
          <w:position w:val="10"/>
        </w:rPr>
        <w:t>+</w:t>
      </w:r>
      <w:r w:rsidRPr="00EB5585">
        <w:rPr>
          <w:rFonts w:ascii="Calibri" w:hAnsi="Calibri"/>
        </w:rPr>
        <w:tab/>
        <w:t xml:space="preserve">+ </w:t>
      </w:r>
      <w:r w:rsidRPr="00EB5585">
        <w:rPr>
          <w:rFonts w:ascii="Calibri" w:hAnsi="Calibri"/>
        </w:rPr>
        <w:tab/>
        <w:t>2e</w:t>
      </w:r>
      <w:r w:rsidRPr="00EB5585">
        <w:rPr>
          <w:rFonts w:ascii="Calibri" w:hAnsi="Calibri"/>
          <w:position w:val="10"/>
        </w:rPr>
        <w:t>–</w:t>
      </w:r>
      <w:r w:rsidRPr="00EB5585">
        <w:rPr>
          <w:rFonts w:ascii="Calibri" w:hAnsi="Calibri"/>
        </w:rPr>
        <w:tab/>
        <w:t xml:space="preserve">→ </w:t>
      </w:r>
      <w:r w:rsidRPr="00EB5585">
        <w:rPr>
          <w:rFonts w:ascii="Calibri" w:hAnsi="Calibri"/>
        </w:rPr>
        <w:tab/>
        <w:t>H</w:t>
      </w:r>
      <w:r w:rsidRPr="00EB5585">
        <w:rPr>
          <w:rFonts w:ascii="Calibri" w:hAnsi="Calibri"/>
          <w:position w:val="-4"/>
        </w:rPr>
        <w:t>2</w:t>
      </w:r>
    </w:p>
    <w:p w:rsidR="00D13534" w:rsidRPr="00EB5585" w:rsidRDefault="00D13534" w:rsidP="00AB6AB6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alibri" w:hAnsi="Calibri"/>
        </w:rPr>
      </w:pPr>
      <w:r w:rsidRPr="00EB5585">
        <w:rPr>
          <w:rFonts w:ascii="Calibri" w:hAnsi="Calibri"/>
        </w:rPr>
        <w:tab/>
        <w:t>Explain why this reaction is a reduction.</w:t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  <w:t>(2)</w:t>
      </w:r>
    </w:p>
    <w:p w:rsidR="00D13534" w:rsidRPr="00EB5585" w:rsidRDefault="00D13534" w:rsidP="0019448C">
      <w:r w:rsidRPr="00EB5585">
        <w:t>__________________________________________________________________________________</w:t>
      </w:r>
    </w:p>
    <w:p w:rsidR="00D13534" w:rsidRPr="00EB5585" w:rsidRDefault="00D13534" w:rsidP="0019448C">
      <w:r w:rsidRPr="00EB5585">
        <w:t>__________________________________________________________________________________</w:t>
      </w:r>
    </w:p>
    <w:p w:rsidR="00D13534" w:rsidRPr="00EB5585" w:rsidRDefault="00D13534" w:rsidP="0048432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firstLine="0"/>
        <w:rPr>
          <w:rFonts w:ascii="Calibri" w:hAnsi="Calibri"/>
        </w:rPr>
      </w:pPr>
      <w:r w:rsidRPr="00EB5585">
        <w:rPr>
          <w:rFonts w:ascii="Calibri" w:hAnsi="Calibri"/>
        </w:rPr>
        <w:tab/>
        <w:t>Complete the half equation for the reaction at the positive electrode.</w:t>
      </w:r>
    </w:p>
    <w:p w:rsidR="00D13534" w:rsidRPr="00EB5585" w:rsidRDefault="00D13534" w:rsidP="003D1810">
      <w:pPr>
        <w:pStyle w:val="indent2"/>
        <w:tabs>
          <w:tab w:val="left" w:pos="1701"/>
          <w:tab w:val="center" w:pos="3402"/>
          <w:tab w:val="center" w:pos="5103"/>
          <w:tab w:val="center" w:pos="6804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rFonts w:ascii="Calibri" w:hAnsi="Calibri"/>
        </w:rPr>
      </w:pPr>
      <w:r w:rsidRPr="00EB5585">
        <w:rPr>
          <w:rFonts w:ascii="Calibri" w:hAnsi="Calibri"/>
        </w:rPr>
        <w:tab/>
      </w:r>
      <w:r w:rsidRPr="00EB5585">
        <w:rPr>
          <w:rFonts w:ascii="Calibri" w:hAnsi="Calibri"/>
        </w:rPr>
        <w:tab/>
        <w:t>Cl</w:t>
      </w:r>
      <w:r w:rsidRPr="00EB5585">
        <w:rPr>
          <w:rFonts w:ascii="Calibri" w:hAnsi="Calibri"/>
          <w:position w:val="10"/>
        </w:rPr>
        <w:t>–</w:t>
      </w:r>
      <w:r w:rsidRPr="00EB5585">
        <w:rPr>
          <w:rFonts w:ascii="Calibri" w:hAnsi="Calibri"/>
        </w:rPr>
        <w:tab/>
        <w:t xml:space="preserve">→ </w:t>
      </w:r>
      <w:r w:rsidRPr="00EB5585">
        <w:rPr>
          <w:rFonts w:ascii="Calibri" w:hAnsi="Calibri"/>
        </w:rPr>
        <w:tab/>
        <w:t>Cl</w:t>
      </w:r>
      <w:r w:rsidRPr="00EB5585">
        <w:rPr>
          <w:rFonts w:ascii="Calibri" w:hAnsi="Calibri"/>
          <w:position w:val="-4"/>
        </w:rPr>
        <w:t>2</w:t>
      </w:r>
      <w:r w:rsidRPr="00EB5585">
        <w:rPr>
          <w:rFonts w:ascii="Calibri" w:hAnsi="Calibri"/>
          <w:position w:val="-4"/>
        </w:rPr>
        <w:tab/>
      </w:r>
      <w:r w:rsidRPr="00EB5585">
        <w:rPr>
          <w:rFonts w:ascii="Calibri" w:hAnsi="Calibri"/>
          <w:position w:val="-4"/>
        </w:rPr>
        <w:tab/>
        <w:t>(2)</w:t>
      </w:r>
    </w:p>
    <w:sectPr w:rsidR="00D13534" w:rsidRPr="00EB5585" w:rsidSect="0048432F">
      <w:pgSz w:w="12240" w:h="15840"/>
      <w:pgMar w:top="426" w:right="1325" w:bottom="142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534" w:rsidRDefault="00D13534">
      <w:pPr>
        <w:spacing w:after="0" w:line="240" w:lineRule="auto"/>
      </w:pPr>
      <w:r>
        <w:separator/>
      </w:r>
    </w:p>
  </w:endnote>
  <w:endnote w:type="continuationSeparator" w:id="1">
    <w:p w:rsidR="00D13534" w:rsidRDefault="00D13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534" w:rsidRDefault="00D13534">
      <w:pPr>
        <w:spacing w:after="0" w:line="240" w:lineRule="auto"/>
      </w:pPr>
      <w:r>
        <w:separator/>
      </w:r>
    </w:p>
  </w:footnote>
  <w:footnote w:type="continuationSeparator" w:id="1">
    <w:p w:rsidR="00D13534" w:rsidRDefault="00D13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2AF8"/>
    <w:multiLevelType w:val="hybridMultilevel"/>
    <w:tmpl w:val="5E509526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E9B00B9"/>
    <w:multiLevelType w:val="hybridMultilevel"/>
    <w:tmpl w:val="DDAC8E5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06827C5"/>
    <w:multiLevelType w:val="hybridMultilevel"/>
    <w:tmpl w:val="CA98B48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257513A"/>
    <w:multiLevelType w:val="hybridMultilevel"/>
    <w:tmpl w:val="E70C348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8714DCF"/>
    <w:multiLevelType w:val="hybridMultilevel"/>
    <w:tmpl w:val="813C69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B063E2"/>
    <w:multiLevelType w:val="hybridMultilevel"/>
    <w:tmpl w:val="22A8DA1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075462D"/>
    <w:multiLevelType w:val="hybridMultilevel"/>
    <w:tmpl w:val="22A69002"/>
    <w:lvl w:ilvl="0" w:tplc="552835AA">
      <w:start w:val="1"/>
      <w:numFmt w:val="lowerLetter"/>
      <w:lvlText w:val="(%1)"/>
      <w:lvlJc w:val="left"/>
      <w:pPr>
        <w:ind w:left="1147" w:hanging="5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1554DEE"/>
    <w:multiLevelType w:val="hybridMultilevel"/>
    <w:tmpl w:val="1908BF3C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267519B"/>
    <w:multiLevelType w:val="hybridMultilevel"/>
    <w:tmpl w:val="4FBC754A"/>
    <w:lvl w:ilvl="0" w:tplc="48B81000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7724B8"/>
    <w:multiLevelType w:val="hybridMultilevel"/>
    <w:tmpl w:val="D408C9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9DD6CCD"/>
    <w:multiLevelType w:val="hybridMultilevel"/>
    <w:tmpl w:val="9B5A432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D9927D4"/>
    <w:multiLevelType w:val="hybridMultilevel"/>
    <w:tmpl w:val="5052E7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EE56CF4"/>
    <w:multiLevelType w:val="hybridMultilevel"/>
    <w:tmpl w:val="2DCEC5A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6E96159"/>
    <w:multiLevelType w:val="hybridMultilevel"/>
    <w:tmpl w:val="9000CE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5E2EF5"/>
    <w:multiLevelType w:val="hybridMultilevel"/>
    <w:tmpl w:val="1908BF3C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EB473D1"/>
    <w:multiLevelType w:val="hybridMultilevel"/>
    <w:tmpl w:val="0E482184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FC54E7C"/>
    <w:multiLevelType w:val="hybridMultilevel"/>
    <w:tmpl w:val="31E2340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6A9220FF"/>
    <w:multiLevelType w:val="hybridMultilevel"/>
    <w:tmpl w:val="14428F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FF42ABD"/>
    <w:multiLevelType w:val="hybridMultilevel"/>
    <w:tmpl w:val="97841E5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7"/>
  </w:num>
  <w:num w:numId="5">
    <w:abstractNumId w:val="8"/>
  </w:num>
  <w:num w:numId="6">
    <w:abstractNumId w:val="14"/>
  </w:num>
  <w:num w:numId="7">
    <w:abstractNumId w:val="4"/>
  </w:num>
  <w:num w:numId="8">
    <w:abstractNumId w:val="11"/>
  </w:num>
  <w:num w:numId="9">
    <w:abstractNumId w:val="12"/>
  </w:num>
  <w:num w:numId="10">
    <w:abstractNumId w:val="17"/>
  </w:num>
  <w:num w:numId="11">
    <w:abstractNumId w:val="9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8"/>
  </w:num>
  <w:num w:numId="17">
    <w:abstractNumId w:val="5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AB6"/>
    <w:rsid w:val="000254D9"/>
    <w:rsid w:val="00026695"/>
    <w:rsid w:val="00055DE1"/>
    <w:rsid w:val="0006144E"/>
    <w:rsid w:val="000F0F09"/>
    <w:rsid w:val="0011097F"/>
    <w:rsid w:val="00173398"/>
    <w:rsid w:val="00185466"/>
    <w:rsid w:val="001911F8"/>
    <w:rsid w:val="0019448C"/>
    <w:rsid w:val="00194DF8"/>
    <w:rsid w:val="001F11DF"/>
    <w:rsid w:val="002149D7"/>
    <w:rsid w:val="00233A19"/>
    <w:rsid w:val="00282A71"/>
    <w:rsid w:val="002D2958"/>
    <w:rsid w:val="002F399B"/>
    <w:rsid w:val="00331DF4"/>
    <w:rsid w:val="0035193B"/>
    <w:rsid w:val="0035731E"/>
    <w:rsid w:val="003D1810"/>
    <w:rsid w:val="003D4E14"/>
    <w:rsid w:val="0048432F"/>
    <w:rsid w:val="004A5464"/>
    <w:rsid w:val="004E6AF2"/>
    <w:rsid w:val="005441E4"/>
    <w:rsid w:val="005703AA"/>
    <w:rsid w:val="005E6A88"/>
    <w:rsid w:val="00637E46"/>
    <w:rsid w:val="00645E3C"/>
    <w:rsid w:val="006D2C23"/>
    <w:rsid w:val="00724823"/>
    <w:rsid w:val="007D2985"/>
    <w:rsid w:val="00875E7B"/>
    <w:rsid w:val="00881A57"/>
    <w:rsid w:val="008D212D"/>
    <w:rsid w:val="008E46C4"/>
    <w:rsid w:val="00901DFE"/>
    <w:rsid w:val="00932BAD"/>
    <w:rsid w:val="009817D8"/>
    <w:rsid w:val="009D5582"/>
    <w:rsid w:val="00AA7EC8"/>
    <w:rsid w:val="00AB6AB6"/>
    <w:rsid w:val="00AE06E7"/>
    <w:rsid w:val="00AF4D23"/>
    <w:rsid w:val="00AF5D7F"/>
    <w:rsid w:val="00AF5F86"/>
    <w:rsid w:val="00BF070B"/>
    <w:rsid w:val="00C158D3"/>
    <w:rsid w:val="00C63C51"/>
    <w:rsid w:val="00CE61DA"/>
    <w:rsid w:val="00CF3AEF"/>
    <w:rsid w:val="00D13534"/>
    <w:rsid w:val="00D14760"/>
    <w:rsid w:val="00D2731D"/>
    <w:rsid w:val="00D46DDD"/>
    <w:rsid w:val="00D74A8B"/>
    <w:rsid w:val="00EB5585"/>
    <w:rsid w:val="00EF0843"/>
    <w:rsid w:val="00EF797B"/>
    <w:rsid w:val="00F44178"/>
    <w:rsid w:val="00F7640F"/>
    <w:rsid w:val="00FC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??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B6"/>
    <w:pPr>
      <w:spacing w:after="200" w:line="276" w:lineRule="auto"/>
    </w:pPr>
    <w:rPr>
      <w:rFonts w:ascii="Calibri" w:hAnsi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6AB6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AB6AB6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/>
      <w:lang w:val="en-GB" w:eastAsia="en-GB"/>
    </w:rPr>
  </w:style>
  <w:style w:type="paragraph" w:customStyle="1" w:styleId="indent1">
    <w:name w:val="indent1"/>
    <w:basedOn w:val="Normal"/>
    <w:uiPriority w:val="99"/>
    <w:rsid w:val="00AB6AB6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hAnsi="Times New Roman"/>
      <w:lang w:val="en-GB" w:eastAsia="en-GB"/>
    </w:rPr>
  </w:style>
  <w:style w:type="paragraph" w:customStyle="1" w:styleId="indent3">
    <w:name w:val="indent3"/>
    <w:basedOn w:val="Normal"/>
    <w:uiPriority w:val="99"/>
    <w:rsid w:val="00AB6AB6"/>
    <w:pPr>
      <w:widowControl w:val="0"/>
      <w:autoSpaceDE w:val="0"/>
      <w:autoSpaceDN w:val="0"/>
      <w:adjustRightInd w:val="0"/>
      <w:spacing w:before="240" w:after="0" w:line="240" w:lineRule="auto"/>
      <w:ind w:left="2268" w:right="567" w:hanging="567"/>
    </w:pPr>
    <w:rPr>
      <w:rFonts w:ascii="Times New Roman" w:hAnsi="Times New Roman"/>
      <w:lang w:val="en-GB" w:eastAsia="en-GB"/>
    </w:rPr>
  </w:style>
  <w:style w:type="paragraph" w:customStyle="1" w:styleId="mark">
    <w:name w:val="mark"/>
    <w:basedOn w:val="Normal"/>
    <w:uiPriority w:val="99"/>
    <w:rsid w:val="00AB6AB6"/>
    <w:pPr>
      <w:widowControl w:val="0"/>
      <w:tabs>
        <w:tab w:val="right" w:pos="9639"/>
      </w:tabs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b/>
      <w:bCs/>
      <w:sz w:val="20"/>
      <w:szCs w:val="20"/>
      <w:lang w:val="en-GB" w:eastAsia="en-GB"/>
    </w:rPr>
  </w:style>
  <w:style w:type="paragraph" w:customStyle="1" w:styleId="indent2">
    <w:name w:val="indent2"/>
    <w:basedOn w:val="Normal"/>
    <w:uiPriority w:val="99"/>
    <w:rsid w:val="00AB6AB6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hAnsi="Times New Roman"/>
      <w:lang w:val="en-GB" w:eastAsia="en-GB"/>
    </w:rPr>
  </w:style>
  <w:style w:type="paragraph" w:customStyle="1" w:styleId="Box">
    <w:name w:val="Box"/>
    <w:basedOn w:val="Normal"/>
    <w:uiPriority w:val="99"/>
    <w:rsid w:val="00AB6AB6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lang w:val="en-GB" w:eastAsia="en-GB"/>
    </w:rPr>
  </w:style>
  <w:style w:type="paragraph" w:customStyle="1" w:styleId="Default">
    <w:name w:val="Default"/>
    <w:uiPriority w:val="99"/>
    <w:rsid w:val="00AB6AB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AB6A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B6AB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6AB6"/>
    <w:rPr>
      <w:rFonts w:ascii="Lucida Grande" w:eastAsia="Times New Roman" w:hAnsi="Lucida Grande" w:cs="Lucida Grande"/>
      <w:sz w:val="18"/>
      <w:szCs w:val="18"/>
      <w:lang w:val="en-C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8</Pages>
  <Words>1208</Words>
  <Characters>6892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ELECTROCHEMISTRY</dc:title>
  <dc:subject/>
  <dc:creator>temi/davidson</dc:creator>
  <cp:keywords/>
  <dc:description/>
  <cp:lastModifiedBy>User</cp:lastModifiedBy>
  <cp:revision>3</cp:revision>
  <cp:lastPrinted>2011-11-29T03:16:00Z</cp:lastPrinted>
  <dcterms:created xsi:type="dcterms:W3CDTF">2011-12-08T16:41:00Z</dcterms:created>
  <dcterms:modified xsi:type="dcterms:W3CDTF">2011-12-08T16:52:00Z</dcterms:modified>
</cp:coreProperties>
</file>